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46872383" w14:textId="77777777" w:rsidTr="00FD02BC">
        <w:tc>
          <w:tcPr>
            <w:tcW w:w="1311" w:type="dxa"/>
          </w:tcPr>
          <w:p w14:paraId="1CBAF205" w14:textId="77777777" w:rsidR="00757AC7" w:rsidRPr="00720C7B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4AE37CFD" w14:textId="77777777" w:rsidR="00757AC7" w:rsidRPr="00720C7B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143EC137" w14:textId="77777777" w:rsidR="00757AC7" w:rsidRPr="00720C7B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3B5031" w:rsidRPr="009146AD" w14:paraId="4990AF5C" w14:textId="77777777" w:rsidTr="00FD02BC">
        <w:tc>
          <w:tcPr>
            <w:tcW w:w="1311" w:type="dxa"/>
          </w:tcPr>
          <w:p w14:paraId="3A271264" w14:textId="03924B6B" w:rsidR="003B5031" w:rsidRPr="00720C7B" w:rsidRDefault="003B5031" w:rsidP="00720C7B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07401100</w:t>
            </w:r>
          </w:p>
        </w:tc>
        <w:tc>
          <w:tcPr>
            <w:tcW w:w="2086" w:type="dxa"/>
          </w:tcPr>
          <w:p w14:paraId="07F96737" w14:textId="2DC4275C" w:rsidR="003B5031" w:rsidRPr="00720C7B" w:rsidRDefault="0080188E" w:rsidP="00720C7B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Collettore di distribuzione Industrial Floor 1”1/2 3+3 vie</w:t>
            </w:r>
          </w:p>
        </w:tc>
        <w:tc>
          <w:tcPr>
            <w:tcW w:w="6101" w:type="dxa"/>
          </w:tcPr>
          <w:p w14:paraId="4E52D849" w14:textId="77777777" w:rsidR="0080188E" w:rsidRPr="0080188E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80188E">
              <w:rPr>
                <w:rFonts w:ascii="Poppins" w:hAnsi="Poppins" w:cs="Poppins"/>
                <w:bCs/>
                <w:sz w:val="20"/>
              </w:rPr>
              <w:t>Collettore modulare in ottone, per la realizzazione di impianti fino ad un massimo di 24 circuiti (24 vie). Viene fornito completo di:</w:t>
            </w:r>
          </w:p>
          <w:p w14:paraId="6B0E993B" w14:textId="55E61782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valvole a sfera sulle singole vie del collettore di mandata</w:t>
            </w:r>
          </w:p>
          <w:p w14:paraId="7E47434D" w14:textId="35422353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detentori di regolazione sulle singole vie del collettore di ritorno</w:t>
            </w:r>
          </w:p>
          <w:p w14:paraId="34174527" w14:textId="6122455A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raccordi a stringere per tubo PEX 25x2,3 su ogni singola via dei collettori</w:t>
            </w:r>
          </w:p>
          <w:p w14:paraId="2E1BA737" w14:textId="679B10FE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coppia di guarnizioni di testa per la giunzione dei diversi moduli</w:t>
            </w:r>
          </w:p>
          <w:p w14:paraId="696ACDF8" w14:textId="12A3A942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 xml:space="preserve">coppia tappi </w:t>
            </w:r>
            <w:r>
              <w:rPr>
                <w:rFonts w:ascii="Poppins" w:hAnsi="Poppins" w:cs="Poppins"/>
                <w:bCs/>
              </w:rPr>
              <w:t>1/2</w:t>
            </w:r>
            <w:r w:rsidRPr="0080188E">
              <w:rPr>
                <w:rFonts w:ascii="Poppins" w:hAnsi="Poppins" w:cs="Poppins"/>
                <w:bCs/>
              </w:rPr>
              <w:t>” M per il collegamento dei rubinetti di carico/scarico</w:t>
            </w:r>
          </w:p>
          <w:p w14:paraId="0EB00B0B" w14:textId="77777777" w:rsidR="0080188E" w:rsidRPr="0080188E" w:rsidRDefault="0080188E" w:rsidP="0080188E">
            <w:pPr>
              <w:jc w:val="both"/>
              <w:rPr>
                <w:rFonts w:ascii="Poppins" w:hAnsi="Poppins" w:cs="Poppins"/>
                <w:bCs/>
              </w:rPr>
            </w:pPr>
          </w:p>
          <w:p w14:paraId="416C8AB8" w14:textId="77777777" w:rsidR="0080188E" w:rsidRPr="0080188E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80188E">
              <w:rPr>
                <w:rFonts w:ascii="Poppins" w:hAnsi="Poppins" w:cs="Poppins"/>
                <w:bCs/>
                <w:sz w:val="20"/>
              </w:rPr>
              <w:t>Le valvole ed i detentori sono già installati sul collettore e sigillati con un O-ring e un controdado.</w:t>
            </w:r>
          </w:p>
          <w:p w14:paraId="5294E122" w14:textId="2AE51461" w:rsidR="003B5031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80188E">
              <w:rPr>
                <w:rFonts w:ascii="Poppins" w:hAnsi="Poppins" w:cs="Poppins"/>
                <w:bCs/>
                <w:sz w:val="20"/>
              </w:rPr>
              <w:t>Il collettore è predisposto per il collegamento sul lato sinistro alle tubazioni principali dell’impianto; per invertire la predisposizione, consentendo il collegamento sul lato destro, è necessario svitare valvole e detentori dai rispettivi controdadi, sostituire gli O-Ring con il set di ricambio fornito in dotazione, e riavvitarli.</w:t>
            </w:r>
          </w:p>
          <w:p w14:paraId="174D34D2" w14:textId="77777777" w:rsidR="0080188E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EF8927C" w14:textId="0337A8DB" w:rsidR="0080188E" w:rsidRPr="0080188E" w:rsidRDefault="0080188E" w:rsidP="008018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80188E">
              <w:rPr>
                <w:rFonts w:ascii="Poppins" w:hAnsi="Poppins" w:cs="Poppins"/>
                <w:b/>
                <w:sz w:val="20"/>
              </w:rPr>
              <w:t>Materiali:</w:t>
            </w:r>
          </w:p>
          <w:p w14:paraId="5118931C" w14:textId="2CC9B807" w:rsidR="0080188E" w:rsidRP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Collettore: ottone CW508L</w:t>
            </w:r>
          </w:p>
          <w:p w14:paraId="36D080F3" w14:textId="4FA2FD5F" w:rsidR="0080188E" w:rsidRP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Raccordi a stringere: CW614N</w:t>
            </w:r>
          </w:p>
          <w:p w14:paraId="77EFB3B4" w14:textId="798D4F63" w:rsidR="0080188E" w:rsidRP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Guarnizioni di testa: AFM 34</w:t>
            </w:r>
          </w:p>
          <w:p w14:paraId="41CE00E5" w14:textId="46BE1C3F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O-Ring: EPDM</w:t>
            </w:r>
          </w:p>
          <w:p w14:paraId="064E7A8D" w14:textId="77777777" w:rsidR="0080188E" w:rsidRPr="0080188E" w:rsidRDefault="0080188E" w:rsidP="0080188E">
            <w:pPr>
              <w:jc w:val="both"/>
              <w:rPr>
                <w:rFonts w:ascii="Poppins" w:hAnsi="Poppins" w:cs="Poppins"/>
                <w:bCs/>
              </w:rPr>
            </w:pPr>
          </w:p>
          <w:p w14:paraId="17051873" w14:textId="64F891ED" w:rsidR="0080188E" w:rsidRPr="0080188E" w:rsidRDefault="0080188E" w:rsidP="008018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80188E">
              <w:rPr>
                <w:rFonts w:ascii="Poppins" w:hAnsi="Poppins" w:cs="Poppins"/>
                <w:b/>
                <w:sz w:val="20"/>
              </w:rPr>
              <w:t>Dati tecnici</w:t>
            </w:r>
            <w:r>
              <w:rPr>
                <w:rFonts w:ascii="Poppins" w:hAnsi="Poppins" w:cs="Poppins"/>
                <w:b/>
                <w:sz w:val="20"/>
              </w:rPr>
              <w:t>:</w:t>
            </w:r>
          </w:p>
          <w:p w14:paraId="3987C3A7" w14:textId="4058EBDC" w:rsidR="0080188E" w:rsidRP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Temperatura massima di esercizio: 90 °C</w:t>
            </w:r>
          </w:p>
          <w:p w14:paraId="2869A946" w14:textId="2F7DFC9F" w:rsidR="0080188E" w:rsidRP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Pressione massima di esercizio: 6 bar</w:t>
            </w:r>
          </w:p>
          <w:p w14:paraId="178D9B6F" w14:textId="77777777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Filettature di testa:</w:t>
            </w:r>
          </w:p>
          <w:p w14:paraId="390C04B8" w14:textId="1D09AF0F" w:rsidR="0080188E" w:rsidRPr="0080188E" w:rsidRDefault="0080188E" w:rsidP="0080188E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lato maschio: G 2” (UNI EN ISO 228-1)</w:t>
            </w:r>
          </w:p>
          <w:p w14:paraId="1D1DDAB1" w14:textId="29D7A016" w:rsidR="0080188E" w:rsidRPr="0080188E" w:rsidRDefault="0080188E" w:rsidP="0080188E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lato con dado girevole: G 2” (UNI EN ISO 228-1)</w:t>
            </w:r>
          </w:p>
          <w:p w14:paraId="0EFB4DC8" w14:textId="3FDB54EE" w:rsidR="0080188E" w:rsidRDefault="0080188E" w:rsidP="0080188E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Interasse derivazioni: 80 mm</w:t>
            </w:r>
          </w:p>
          <w:p w14:paraId="5C55F9FD" w14:textId="2490FCAE" w:rsidR="0080188E" w:rsidRDefault="0080188E" w:rsidP="0080188E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Misura: 1”1/2</w:t>
            </w:r>
          </w:p>
          <w:p w14:paraId="6BD92E15" w14:textId="56369736" w:rsidR="0080188E" w:rsidRPr="0080188E" w:rsidRDefault="0080188E" w:rsidP="0080188E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Numero vie: 3+3</w:t>
            </w:r>
          </w:p>
          <w:p w14:paraId="2593DDBF" w14:textId="77777777" w:rsidR="0080188E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5F95724" w14:textId="251F1402" w:rsidR="0080188E" w:rsidRPr="0080188E" w:rsidRDefault="0080188E" w:rsidP="008018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80188E">
              <w:rPr>
                <w:rFonts w:ascii="Poppins" w:hAnsi="Poppins" w:cs="Poppins"/>
                <w:b/>
                <w:sz w:val="20"/>
              </w:rPr>
              <w:lastRenderedPageBreak/>
              <w:t>Marca Emmeti – Modello Collettore di distribuzione Industrial Floor 1”1/2 3+3 vie o equivalente.</w:t>
            </w:r>
          </w:p>
        </w:tc>
      </w:tr>
      <w:tr w:rsidR="0080188E" w:rsidRPr="009146AD" w14:paraId="5BCB36E3" w14:textId="77777777" w:rsidTr="00FD02BC">
        <w:tc>
          <w:tcPr>
            <w:tcW w:w="1311" w:type="dxa"/>
          </w:tcPr>
          <w:p w14:paraId="5DBAF862" w14:textId="414E0FB0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07401102</w:t>
            </w:r>
          </w:p>
        </w:tc>
        <w:tc>
          <w:tcPr>
            <w:tcW w:w="2086" w:type="dxa"/>
          </w:tcPr>
          <w:p w14:paraId="68D7B25F" w14:textId="365BDC5B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Collettore di distribuzione Industrial Floor 1”1/2 4+4 vie</w:t>
            </w:r>
          </w:p>
        </w:tc>
        <w:tc>
          <w:tcPr>
            <w:tcW w:w="6101" w:type="dxa"/>
          </w:tcPr>
          <w:p w14:paraId="5E48EDEF" w14:textId="77777777" w:rsidR="0080188E" w:rsidRPr="0080188E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80188E">
              <w:rPr>
                <w:rFonts w:ascii="Poppins" w:hAnsi="Poppins" w:cs="Poppins"/>
                <w:bCs/>
                <w:sz w:val="20"/>
              </w:rPr>
              <w:t>Collettore modulare in ottone, per la realizzazione di impianti fino ad un massimo di 24 circuiti (24 vie). Viene fornito completo di:</w:t>
            </w:r>
          </w:p>
          <w:p w14:paraId="2EDCC10B" w14:textId="77777777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valvole a sfera sulle singole vie del collettore di mandata</w:t>
            </w:r>
          </w:p>
          <w:p w14:paraId="65E686F4" w14:textId="77777777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detentori di regolazione sulle singole vie del collettore di ritorno</w:t>
            </w:r>
          </w:p>
          <w:p w14:paraId="57D4352D" w14:textId="77777777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raccordi a stringere per tubo PEX 25x2,3 su ogni singola via dei collettori</w:t>
            </w:r>
          </w:p>
          <w:p w14:paraId="0308E6D4" w14:textId="77777777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coppia di guarnizioni di testa per la giunzione dei diversi moduli</w:t>
            </w:r>
          </w:p>
          <w:p w14:paraId="078C0093" w14:textId="77777777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 xml:space="preserve">coppia tappi </w:t>
            </w:r>
            <w:r>
              <w:rPr>
                <w:rFonts w:ascii="Poppins" w:hAnsi="Poppins" w:cs="Poppins"/>
                <w:bCs/>
              </w:rPr>
              <w:t>1/2</w:t>
            </w:r>
            <w:r w:rsidRPr="0080188E">
              <w:rPr>
                <w:rFonts w:ascii="Poppins" w:hAnsi="Poppins" w:cs="Poppins"/>
                <w:bCs/>
              </w:rPr>
              <w:t>” M per il collegamento dei rubinetti di carico/scarico</w:t>
            </w:r>
          </w:p>
          <w:p w14:paraId="20FECBAB" w14:textId="77777777" w:rsidR="0080188E" w:rsidRPr="0080188E" w:rsidRDefault="0080188E" w:rsidP="0080188E">
            <w:pPr>
              <w:jc w:val="both"/>
              <w:rPr>
                <w:rFonts w:ascii="Poppins" w:hAnsi="Poppins" w:cs="Poppins"/>
                <w:bCs/>
              </w:rPr>
            </w:pPr>
          </w:p>
          <w:p w14:paraId="69D8156F" w14:textId="77777777" w:rsidR="0080188E" w:rsidRPr="0080188E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80188E">
              <w:rPr>
                <w:rFonts w:ascii="Poppins" w:hAnsi="Poppins" w:cs="Poppins"/>
                <w:bCs/>
                <w:sz w:val="20"/>
              </w:rPr>
              <w:t>Le valvole ed i detentori sono già installati sul collettore e sigillati con un O-ring e un controdado.</w:t>
            </w:r>
          </w:p>
          <w:p w14:paraId="21BB285E" w14:textId="77777777" w:rsidR="0080188E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80188E">
              <w:rPr>
                <w:rFonts w:ascii="Poppins" w:hAnsi="Poppins" w:cs="Poppins"/>
                <w:bCs/>
                <w:sz w:val="20"/>
              </w:rPr>
              <w:t>Il collettore è predisposto per il collegamento sul lato sinistro alle tubazioni principali dell’impianto; per invertire la predisposizione, consentendo il collegamento sul lato destro, è necessario svitare valvole e detentori dai rispettivi controdadi, sostituire gli O-Ring con il set di ricambio fornito in dotazione, e riavvitarli.</w:t>
            </w:r>
          </w:p>
          <w:p w14:paraId="240862A3" w14:textId="77777777" w:rsidR="0080188E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0BCBB70" w14:textId="77777777" w:rsidR="0080188E" w:rsidRPr="0080188E" w:rsidRDefault="0080188E" w:rsidP="008018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80188E">
              <w:rPr>
                <w:rFonts w:ascii="Poppins" w:hAnsi="Poppins" w:cs="Poppins"/>
                <w:b/>
                <w:sz w:val="20"/>
              </w:rPr>
              <w:t>Materiali:</w:t>
            </w:r>
          </w:p>
          <w:p w14:paraId="136FA8AF" w14:textId="77777777" w:rsidR="0080188E" w:rsidRP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Collettore: ottone CW508L</w:t>
            </w:r>
          </w:p>
          <w:p w14:paraId="3DA6F1C1" w14:textId="77777777" w:rsidR="0080188E" w:rsidRP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Raccordi a stringere: CW614N</w:t>
            </w:r>
          </w:p>
          <w:p w14:paraId="48954B16" w14:textId="77777777" w:rsidR="0080188E" w:rsidRP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Guarnizioni di testa: AFM 34</w:t>
            </w:r>
          </w:p>
          <w:p w14:paraId="226E59E5" w14:textId="77777777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O-Ring: EPDM</w:t>
            </w:r>
          </w:p>
          <w:p w14:paraId="7E7B63EE" w14:textId="77777777" w:rsidR="0080188E" w:rsidRPr="0080188E" w:rsidRDefault="0080188E" w:rsidP="0080188E">
            <w:pPr>
              <w:jc w:val="both"/>
              <w:rPr>
                <w:rFonts w:ascii="Poppins" w:hAnsi="Poppins" w:cs="Poppins"/>
                <w:bCs/>
              </w:rPr>
            </w:pPr>
          </w:p>
          <w:p w14:paraId="5EB59513" w14:textId="77777777" w:rsidR="0080188E" w:rsidRPr="0080188E" w:rsidRDefault="0080188E" w:rsidP="008018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80188E">
              <w:rPr>
                <w:rFonts w:ascii="Poppins" w:hAnsi="Poppins" w:cs="Poppins"/>
                <w:b/>
                <w:sz w:val="20"/>
              </w:rPr>
              <w:t>Dati tecnici</w:t>
            </w:r>
            <w:r>
              <w:rPr>
                <w:rFonts w:ascii="Poppins" w:hAnsi="Poppins" w:cs="Poppins"/>
                <w:b/>
                <w:sz w:val="20"/>
              </w:rPr>
              <w:t>:</w:t>
            </w:r>
          </w:p>
          <w:p w14:paraId="7724DE3A" w14:textId="77777777" w:rsidR="0080188E" w:rsidRP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Temperatura massima di esercizio: 90 °C</w:t>
            </w:r>
          </w:p>
          <w:p w14:paraId="5C6E5F97" w14:textId="77777777" w:rsidR="0080188E" w:rsidRP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Pressione massima di esercizio: 6 bar</w:t>
            </w:r>
          </w:p>
          <w:p w14:paraId="1155FBE6" w14:textId="77777777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Filettature di testa:</w:t>
            </w:r>
          </w:p>
          <w:p w14:paraId="2AAD6A71" w14:textId="77777777" w:rsidR="0080188E" w:rsidRPr="0080188E" w:rsidRDefault="0080188E" w:rsidP="0080188E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lato maschio: G 2” (UNI EN ISO 228-1)</w:t>
            </w:r>
          </w:p>
          <w:p w14:paraId="59D93A41" w14:textId="77777777" w:rsidR="0080188E" w:rsidRPr="0080188E" w:rsidRDefault="0080188E" w:rsidP="0080188E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lato con dado girevole: G 2” (UNI EN ISO 228-1)</w:t>
            </w:r>
          </w:p>
          <w:p w14:paraId="7D9CBB35" w14:textId="77777777" w:rsidR="0080188E" w:rsidRDefault="0080188E" w:rsidP="0080188E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Interasse derivazioni: 80 mm</w:t>
            </w:r>
          </w:p>
          <w:p w14:paraId="00C6DA2B" w14:textId="77777777" w:rsidR="0080188E" w:rsidRDefault="0080188E" w:rsidP="0080188E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Misura: 1”1/2</w:t>
            </w:r>
          </w:p>
          <w:p w14:paraId="67AC451D" w14:textId="55683932" w:rsidR="0080188E" w:rsidRPr="0080188E" w:rsidRDefault="0080188E" w:rsidP="0080188E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Numero vie: 4+4</w:t>
            </w:r>
          </w:p>
          <w:p w14:paraId="56E44ACB" w14:textId="77777777" w:rsidR="0080188E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5E2E07F" w14:textId="3558F511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80188E">
              <w:rPr>
                <w:rFonts w:ascii="Poppins" w:hAnsi="Poppins" w:cs="Poppins"/>
                <w:b/>
                <w:sz w:val="20"/>
              </w:rPr>
              <w:lastRenderedPageBreak/>
              <w:t xml:space="preserve">Marca Emmeti – Modello Collettore di distribuzione Industrial Floor 1”1/2 </w:t>
            </w:r>
            <w:r>
              <w:rPr>
                <w:rFonts w:ascii="Poppins" w:hAnsi="Poppins" w:cs="Poppins"/>
                <w:b/>
                <w:sz w:val="20"/>
              </w:rPr>
              <w:t>4+4</w:t>
            </w:r>
            <w:r w:rsidRPr="0080188E">
              <w:rPr>
                <w:rFonts w:ascii="Poppins" w:hAnsi="Poppins" w:cs="Poppins"/>
                <w:b/>
                <w:sz w:val="20"/>
              </w:rPr>
              <w:t xml:space="preserve"> vie o equivalente.</w:t>
            </w:r>
          </w:p>
        </w:tc>
      </w:tr>
      <w:tr w:rsidR="0080188E" w:rsidRPr="009146AD" w14:paraId="61A0BE51" w14:textId="77777777" w:rsidTr="00FD02BC">
        <w:tc>
          <w:tcPr>
            <w:tcW w:w="1311" w:type="dxa"/>
          </w:tcPr>
          <w:p w14:paraId="593E0407" w14:textId="10C72C4D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07401104</w:t>
            </w:r>
          </w:p>
        </w:tc>
        <w:tc>
          <w:tcPr>
            <w:tcW w:w="2086" w:type="dxa"/>
          </w:tcPr>
          <w:p w14:paraId="3B2D7415" w14:textId="0BF03143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Collettore di distribuzione Industrial Floor 1”1/2 5+5 vie</w:t>
            </w:r>
          </w:p>
        </w:tc>
        <w:tc>
          <w:tcPr>
            <w:tcW w:w="6101" w:type="dxa"/>
          </w:tcPr>
          <w:p w14:paraId="5CE212EF" w14:textId="77777777" w:rsidR="0080188E" w:rsidRPr="0080188E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80188E">
              <w:rPr>
                <w:rFonts w:ascii="Poppins" w:hAnsi="Poppins" w:cs="Poppins"/>
                <w:bCs/>
                <w:sz w:val="20"/>
              </w:rPr>
              <w:t>Collettore modulare in ottone, per la realizzazione di impianti fino ad un massimo di 24 circuiti (24 vie). Viene fornito completo di:</w:t>
            </w:r>
          </w:p>
          <w:p w14:paraId="67FD4B5D" w14:textId="77777777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valvole a sfera sulle singole vie del collettore di mandata</w:t>
            </w:r>
          </w:p>
          <w:p w14:paraId="7B41283E" w14:textId="77777777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detentori di regolazione sulle singole vie del collettore di ritorno</w:t>
            </w:r>
          </w:p>
          <w:p w14:paraId="0DB1BD3A" w14:textId="77777777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raccordi a stringere per tubo PEX 25x2,3 su ogni singola via dei collettori</w:t>
            </w:r>
          </w:p>
          <w:p w14:paraId="76B5005B" w14:textId="77777777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coppia di guarnizioni di testa per la giunzione dei diversi moduli</w:t>
            </w:r>
          </w:p>
          <w:p w14:paraId="18DB9C4C" w14:textId="77777777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 xml:space="preserve">coppia tappi </w:t>
            </w:r>
            <w:r>
              <w:rPr>
                <w:rFonts w:ascii="Poppins" w:hAnsi="Poppins" w:cs="Poppins"/>
                <w:bCs/>
              </w:rPr>
              <w:t>1/2</w:t>
            </w:r>
            <w:r w:rsidRPr="0080188E">
              <w:rPr>
                <w:rFonts w:ascii="Poppins" w:hAnsi="Poppins" w:cs="Poppins"/>
                <w:bCs/>
              </w:rPr>
              <w:t>” M per il collegamento dei rubinetti di carico/scarico</w:t>
            </w:r>
          </w:p>
          <w:p w14:paraId="3C07BF30" w14:textId="77777777" w:rsidR="0080188E" w:rsidRPr="0080188E" w:rsidRDefault="0080188E" w:rsidP="0080188E">
            <w:pPr>
              <w:jc w:val="both"/>
              <w:rPr>
                <w:rFonts w:ascii="Poppins" w:hAnsi="Poppins" w:cs="Poppins"/>
                <w:bCs/>
              </w:rPr>
            </w:pPr>
          </w:p>
          <w:p w14:paraId="103E7B64" w14:textId="77777777" w:rsidR="0080188E" w:rsidRPr="0080188E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80188E">
              <w:rPr>
                <w:rFonts w:ascii="Poppins" w:hAnsi="Poppins" w:cs="Poppins"/>
                <w:bCs/>
                <w:sz w:val="20"/>
              </w:rPr>
              <w:t>Le valvole ed i detentori sono già installati sul collettore e sigillati con un O-ring e un controdado.</w:t>
            </w:r>
          </w:p>
          <w:p w14:paraId="481074D5" w14:textId="77777777" w:rsidR="0080188E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80188E">
              <w:rPr>
                <w:rFonts w:ascii="Poppins" w:hAnsi="Poppins" w:cs="Poppins"/>
                <w:bCs/>
                <w:sz w:val="20"/>
              </w:rPr>
              <w:t>Il collettore è predisposto per il collegamento sul lato sinistro alle tubazioni principali dell’impianto; per invertire la predisposizione, consentendo il collegamento sul lato destro, è necessario svitare valvole e detentori dai rispettivi controdadi, sostituire gli O-Ring con il set di ricambio fornito in dotazione, e riavvitarli.</w:t>
            </w:r>
          </w:p>
          <w:p w14:paraId="3A5EF07D" w14:textId="77777777" w:rsidR="0080188E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73CAE78" w14:textId="77777777" w:rsidR="0080188E" w:rsidRPr="0080188E" w:rsidRDefault="0080188E" w:rsidP="008018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80188E">
              <w:rPr>
                <w:rFonts w:ascii="Poppins" w:hAnsi="Poppins" w:cs="Poppins"/>
                <w:b/>
                <w:sz w:val="20"/>
              </w:rPr>
              <w:t>Materiali:</w:t>
            </w:r>
          </w:p>
          <w:p w14:paraId="1DFE213D" w14:textId="77777777" w:rsidR="0080188E" w:rsidRP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Collettore: ottone CW508L</w:t>
            </w:r>
          </w:p>
          <w:p w14:paraId="394DED5D" w14:textId="77777777" w:rsidR="0080188E" w:rsidRP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Raccordi a stringere: CW614N</w:t>
            </w:r>
          </w:p>
          <w:p w14:paraId="7D97D835" w14:textId="77777777" w:rsidR="0080188E" w:rsidRP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Guarnizioni di testa: AFM 34</w:t>
            </w:r>
          </w:p>
          <w:p w14:paraId="454E57C6" w14:textId="77777777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O-Ring: EPDM</w:t>
            </w:r>
          </w:p>
          <w:p w14:paraId="698A1DC5" w14:textId="77777777" w:rsidR="0080188E" w:rsidRPr="0080188E" w:rsidRDefault="0080188E" w:rsidP="0080188E">
            <w:pPr>
              <w:jc w:val="both"/>
              <w:rPr>
                <w:rFonts w:ascii="Poppins" w:hAnsi="Poppins" w:cs="Poppins"/>
                <w:bCs/>
              </w:rPr>
            </w:pPr>
          </w:p>
          <w:p w14:paraId="72A4FC69" w14:textId="77777777" w:rsidR="0080188E" w:rsidRPr="0080188E" w:rsidRDefault="0080188E" w:rsidP="008018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80188E">
              <w:rPr>
                <w:rFonts w:ascii="Poppins" w:hAnsi="Poppins" w:cs="Poppins"/>
                <w:b/>
                <w:sz w:val="20"/>
              </w:rPr>
              <w:t>Dati tecnici</w:t>
            </w:r>
            <w:r>
              <w:rPr>
                <w:rFonts w:ascii="Poppins" w:hAnsi="Poppins" w:cs="Poppins"/>
                <w:b/>
                <w:sz w:val="20"/>
              </w:rPr>
              <w:t>:</w:t>
            </w:r>
          </w:p>
          <w:p w14:paraId="3E742CEC" w14:textId="77777777" w:rsidR="0080188E" w:rsidRP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Temperatura massima di esercizio: 90 °C</w:t>
            </w:r>
          </w:p>
          <w:p w14:paraId="09EC3F6A" w14:textId="77777777" w:rsidR="0080188E" w:rsidRP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Pressione massima di esercizio: 6 bar</w:t>
            </w:r>
          </w:p>
          <w:p w14:paraId="47498BA4" w14:textId="77777777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Filettature di testa:</w:t>
            </w:r>
          </w:p>
          <w:p w14:paraId="6B7EED04" w14:textId="77777777" w:rsidR="0080188E" w:rsidRPr="0080188E" w:rsidRDefault="0080188E" w:rsidP="0080188E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lato maschio: G 2” (UNI EN ISO 228-1)</w:t>
            </w:r>
          </w:p>
          <w:p w14:paraId="7F579581" w14:textId="77777777" w:rsidR="0080188E" w:rsidRPr="0080188E" w:rsidRDefault="0080188E" w:rsidP="0080188E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lato con dado girevole: G 2” (UNI EN ISO 228-1)</w:t>
            </w:r>
          </w:p>
          <w:p w14:paraId="5E0F7B29" w14:textId="77777777" w:rsidR="0080188E" w:rsidRDefault="0080188E" w:rsidP="0080188E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Interasse derivazioni: 80 mm</w:t>
            </w:r>
          </w:p>
          <w:p w14:paraId="12F4B322" w14:textId="77777777" w:rsidR="0080188E" w:rsidRDefault="0080188E" w:rsidP="0080188E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Misura: 1”1/2</w:t>
            </w:r>
          </w:p>
          <w:p w14:paraId="5088CDA8" w14:textId="2AC7FA97" w:rsidR="0080188E" w:rsidRPr="0080188E" w:rsidRDefault="0080188E" w:rsidP="0080188E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Numero vie: 5+5</w:t>
            </w:r>
          </w:p>
          <w:p w14:paraId="2B46899D" w14:textId="77777777" w:rsidR="0080188E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9CB26EA" w14:textId="408C6EFB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80188E">
              <w:rPr>
                <w:rFonts w:ascii="Poppins" w:hAnsi="Poppins" w:cs="Poppins"/>
                <w:b/>
                <w:sz w:val="20"/>
              </w:rPr>
              <w:lastRenderedPageBreak/>
              <w:t xml:space="preserve">Marca Emmeti – Modello Collettore di distribuzione Industrial Floor 1”1/2 </w:t>
            </w:r>
            <w:r>
              <w:rPr>
                <w:rFonts w:ascii="Poppins" w:hAnsi="Poppins" w:cs="Poppins"/>
                <w:b/>
                <w:sz w:val="20"/>
              </w:rPr>
              <w:t>5+5</w:t>
            </w:r>
            <w:r w:rsidRPr="0080188E">
              <w:rPr>
                <w:rFonts w:ascii="Poppins" w:hAnsi="Poppins" w:cs="Poppins"/>
                <w:b/>
                <w:sz w:val="20"/>
              </w:rPr>
              <w:t xml:space="preserve"> vie o equivalente.</w:t>
            </w:r>
          </w:p>
        </w:tc>
      </w:tr>
      <w:tr w:rsidR="0080188E" w:rsidRPr="009146AD" w14:paraId="433442C4" w14:textId="77777777" w:rsidTr="00FD02BC">
        <w:tc>
          <w:tcPr>
            <w:tcW w:w="1311" w:type="dxa"/>
          </w:tcPr>
          <w:p w14:paraId="0629F117" w14:textId="6B9C6DF2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07401106</w:t>
            </w:r>
          </w:p>
        </w:tc>
        <w:tc>
          <w:tcPr>
            <w:tcW w:w="2086" w:type="dxa"/>
          </w:tcPr>
          <w:p w14:paraId="1212AD97" w14:textId="04FBBC7B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Collettore di distribuzione Industrial Floor 1”1/2 6+6 vie</w:t>
            </w:r>
          </w:p>
        </w:tc>
        <w:tc>
          <w:tcPr>
            <w:tcW w:w="6101" w:type="dxa"/>
          </w:tcPr>
          <w:p w14:paraId="50A11AC4" w14:textId="77777777" w:rsidR="0080188E" w:rsidRPr="0080188E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80188E">
              <w:rPr>
                <w:rFonts w:ascii="Poppins" w:hAnsi="Poppins" w:cs="Poppins"/>
                <w:bCs/>
                <w:sz w:val="20"/>
              </w:rPr>
              <w:t>Collettore modulare in ottone, per la realizzazione di impianti fino ad un massimo di 24 circuiti (24 vie). Viene fornito completo di:</w:t>
            </w:r>
          </w:p>
          <w:p w14:paraId="4F8CB36F" w14:textId="77777777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valvole a sfera sulle singole vie del collettore di mandata</w:t>
            </w:r>
          </w:p>
          <w:p w14:paraId="63CC882E" w14:textId="77777777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detentori di regolazione sulle singole vie del collettore di ritorno</w:t>
            </w:r>
          </w:p>
          <w:p w14:paraId="38914B44" w14:textId="77777777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raccordi a stringere per tubo PEX 25x2,3 su ogni singola via dei collettori</w:t>
            </w:r>
          </w:p>
          <w:p w14:paraId="39014187" w14:textId="77777777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coppia di guarnizioni di testa per la giunzione dei diversi moduli</w:t>
            </w:r>
          </w:p>
          <w:p w14:paraId="003B9903" w14:textId="77777777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 xml:space="preserve">coppia tappi </w:t>
            </w:r>
            <w:r>
              <w:rPr>
                <w:rFonts w:ascii="Poppins" w:hAnsi="Poppins" w:cs="Poppins"/>
                <w:bCs/>
              </w:rPr>
              <w:t>1/2</w:t>
            </w:r>
            <w:r w:rsidRPr="0080188E">
              <w:rPr>
                <w:rFonts w:ascii="Poppins" w:hAnsi="Poppins" w:cs="Poppins"/>
                <w:bCs/>
              </w:rPr>
              <w:t>” M per il collegamento dei rubinetti di carico/scarico</w:t>
            </w:r>
          </w:p>
          <w:p w14:paraId="0969A7B7" w14:textId="77777777" w:rsidR="0080188E" w:rsidRPr="0080188E" w:rsidRDefault="0080188E" w:rsidP="0080188E">
            <w:pPr>
              <w:jc w:val="both"/>
              <w:rPr>
                <w:rFonts w:ascii="Poppins" w:hAnsi="Poppins" w:cs="Poppins"/>
                <w:bCs/>
              </w:rPr>
            </w:pPr>
          </w:p>
          <w:p w14:paraId="3553BD9F" w14:textId="77777777" w:rsidR="0080188E" w:rsidRPr="0080188E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80188E">
              <w:rPr>
                <w:rFonts w:ascii="Poppins" w:hAnsi="Poppins" w:cs="Poppins"/>
                <w:bCs/>
                <w:sz w:val="20"/>
              </w:rPr>
              <w:t>Le valvole ed i detentori sono già installati sul collettore e sigillati con un O-ring e un controdado.</w:t>
            </w:r>
          </w:p>
          <w:p w14:paraId="689E5012" w14:textId="77777777" w:rsidR="0080188E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80188E">
              <w:rPr>
                <w:rFonts w:ascii="Poppins" w:hAnsi="Poppins" w:cs="Poppins"/>
                <w:bCs/>
                <w:sz w:val="20"/>
              </w:rPr>
              <w:t>Il collettore è predisposto per il collegamento sul lato sinistro alle tubazioni principali dell’impianto; per invertire la predisposizione, consentendo il collegamento sul lato destro, è necessario svitare valvole e detentori dai rispettivi controdadi, sostituire gli O-Ring con il set di ricambio fornito in dotazione, e riavvitarli.</w:t>
            </w:r>
          </w:p>
          <w:p w14:paraId="1C72B2E6" w14:textId="77777777" w:rsidR="0080188E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745D002" w14:textId="77777777" w:rsidR="0080188E" w:rsidRPr="0080188E" w:rsidRDefault="0080188E" w:rsidP="008018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80188E">
              <w:rPr>
                <w:rFonts w:ascii="Poppins" w:hAnsi="Poppins" w:cs="Poppins"/>
                <w:b/>
                <w:sz w:val="20"/>
              </w:rPr>
              <w:t>Materiali:</w:t>
            </w:r>
          </w:p>
          <w:p w14:paraId="4C49CE3E" w14:textId="77777777" w:rsidR="0080188E" w:rsidRP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Collettore: ottone CW508L</w:t>
            </w:r>
          </w:p>
          <w:p w14:paraId="467A018E" w14:textId="77777777" w:rsidR="0080188E" w:rsidRP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Raccordi a stringere: CW614N</w:t>
            </w:r>
          </w:p>
          <w:p w14:paraId="519A870A" w14:textId="77777777" w:rsidR="0080188E" w:rsidRP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Guarnizioni di testa: AFM 34</w:t>
            </w:r>
          </w:p>
          <w:p w14:paraId="303B7E66" w14:textId="77777777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O-Ring: EPDM</w:t>
            </w:r>
          </w:p>
          <w:p w14:paraId="756CDAE1" w14:textId="77777777" w:rsidR="0080188E" w:rsidRPr="0080188E" w:rsidRDefault="0080188E" w:rsidP="0080188E">
            <w:pPr>
              <w:jc w:val="both"/>
              <w:rPr>
                <w:rFonts w:ascii="Poppins" w:hAnsi="Poppins" w:cs="Poppins"/>
                <w:bCs/>
              </w:rPr>
            </w:pPr>
          </w:p>
          <w:p w14:paraId="6C15E30B" w14:textId="77777777" w:rsidR="0080188E" w:rsidRPr="0080188E" w:rsidRDefault="0080188E" w:rsidP="008018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80188E">
              <w:rPr>
                <w:rFonts w:ascii="Poppins" w:hAnsi="Poppins" w:cs="Poppins"/>
                <w:b/>
                <w:sz w:val="20"/>
              </w:rPr>
              <w:t>Dati tecnici</w:t>
            </w:r>
            <w:r>
              <w:rPr>
                <w:rFonts w:ascii="Poppins" w:hAnsi="Poppins" w:cs="Poppins"/>
                <w:b/>
                <w:sz w:val="20"/>
              </w:rPr>
              <w:t>:</w:t>
            </w:r>
          </w:p>
          <w:p w14:paraId="1EB42033" w14:textId="77777777" w:rsidR="0080188E" w:rsidRP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Temperatura massima di esercizio: 90 °C</w:t>
            </w:r>
          </w:p>
          <w:p w14:paraId="7F43FA19" w14:textId="77777777" w:rsidR="0080188E" w:rsidRP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Pressione massima di esercizio: 6 bar</w:t>
            </w:r>
          </w:p>
          <w:p w14:paraId="6DDE8C69" w14:textId="77777777" w:rsidR="0080188E" w:rsidRDefault="0080188E" w:rsidP="0080188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Filettature di testa:</w:t>
            </w:r>
          </w:p>
          <w:p w14:paraId="0DBD97C0" w14:textId="77777777" w:rsidR="0080188E" w:rsidRPr="0080188E" w:rsidRDefault="0080188E" w:rsidP="0080188E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lato maschio: G 2” (UNI EN ISO 228-1)</w:t>
            </w:r>
          </w:p>
          <w:p w14:paraId="3D73611D" w14:textId="77777777" w:rsidR="0080188E" w:rsidRPr="0080188E" w:rsidRDefault="0080188E" w:rsidP="0080188E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lato con dado girevole: G 2” (UNI EN ISO 228-1)</w:t>
            </w:r>
          </w:p>
          <w:p w14:paraId="0E617080" w14:textId="77777777" w:rsidR="0080188E" w:rsidRDefault="0080188E" w:rsidP="0080188E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  <w:bCs/>
              </w:rPr>
            </w:pPr>
            <w:r w:rsidRPr="0080188E">
              <w:rPr>
                <w:rFonts w:ascii="Poppins" w:hAnsi="Poppins" w:cs="Poppins"/>
                <w:bCs/>
              </w:rPr>
              <w:t>Interasse derivazioni: 80 mm</w:t>
            </w:r>
          </w:p>
          <w:p w14:paraId="4B25A59B" w14:textId="77777777" w:rsidR="0080188E" w:rsidRDefault="0080188E" w:rsidP="0080188E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Misura: 1”1/2</w:t>
            </w:r>
          </w:p>
          <w:p w14:paraId="7E4F139B" w14:textId="074AFA03" w:rsidR="0080188E" w:rsidRPr="0080188E" w:rsidRDefault="0080188E" w:rsidP="0080188E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Numero vie: 6+6</w:t>
            </w:r>
          </w:p>
          <w:p w14:paraId="3AB01B84" w14:textId="77777777" w:rsidR="0080188E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19A301A" w14:textId="73D10CAA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80188E">
              <w:rPr>
                <w:rFonts w:ascii="Poppins" w:hAnsi="Poppins" w:cs="Poppins"/>
                <w:b/>
                <w:sz w:val="20"/>
              </w:rPr>
              <w:lastRenderedPageBreak/>
              <w:t xml:space="preserve">Marca Emmeti – Modello Collettore di distribuzione Industrial Floor 1”1/2 </w:t>
            </w:r>
            <w:r>
              <w:rPr>
                <w:rFonts w:ascii="Poppins" w:hAnsi="Poppins" w:cs="Poppins"/>
                <w:b/>
                <w:sz w:val="20"/>
              </w:rPr>
              <w:t>6</w:t>
            </w:r>
            <w:r w:rsidRPr="0080188E">
              <w:rPr>
                <w:rFonts w:ascii="Poppins" w:hAnsi="Poppins" w:cs="Poppins"/>
                <w:b/>
                <w:sz w:val="20"/>
              </w:rPr>
              <w:t>+</w:t>
            </w:r>
            <w:r>
              <w:rPr>
                <w:rFonts w:ascii="Poppins" w:hAnsi="Poppins" w:cs="Poppins"/>
                <w:b/>
                <w:sz w:val="20"/>
              </w:rPr>
              <w:t>6</w:t>
            </w:r>
            <w:r w:rsidRPr="0080188E">
              <w:rPr>
                <w:rFonts w:ascii="Poppins" w:hAnsi="Poppins" w:cs="Poppins"/>
                <w:b/>
                <w:sz w:val="20"/>
              </w:rPr>
              <w:t xml:space="preserve"> vie o equivalente.</w:t>
            </w:r>
          </w:p>
        </w:tc>
      </w:tr>
      <w:tr w:rsidR="0080188E" w:rsidRPr="009146AD" w14:paraId="7141D0ED" w14:textId="77777777" w:rsidTr="00FD02BC">
        <w:tc>
          <w:tcPr>
            <w:tcW w:w="1311" w:type="dxa"/>
          </w:tcPr>
          <w:p w14:paraId="25BC1418" w14:textId="5882E5F6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07401120</w:t>
            </w:r>
          </w:p>
        </w:tc>
        <w:tc>
          <w:tcPr>
            <w:tcW w:w="2086" w:type="dxa"/>
          </w:tcPr>
          <w:p w14:paraId="3B5BB1EA" w14:textId="58D003A6" w:rsidR="0080188E" w:rsidRPr="00720C7B" w:rsidRDefault="008411E6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Staffe fissaggio collettore Industrial Floor</w:t>
            </w:r>
          </w:p>
        </w:tc>
        <w:tc>
          <w:tcPr>
            <w:tcW w:w="6101" w:type="dxa"/>
          </w:tcPr>
          <w:p w14:paraId="398FC9FB" w14:textId="77777777" w:rsidR="0080188E" w:rsidRDefault="008411E6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Coppia di staffe di fissaggio per i collettori Industrial Floor.</w:t>
            </w:r>
          </w:p>
          <w:p w14:paraId="1CC2CEC4" w14:textId="77777777" w:rsidR="008411E6" w:rsidRDefault="008411E6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Materiale: acciaio zincato</w:t>
            </w:r>
          </w:p>
          <w:p w14:paraId="59F0013F" w14:textId="77777777" w:rsidR="008411E6" w:rsidRDefault="008411E6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Viti/tasselli e collari isofonici forniti in dotazione.</w:t>
            </w:r>
          </w:p>
          <w:p w14:paraId="3AD909A3" w14:textId="77777777" w:rsidR="008411E6" w:rsidRDefault="008411E6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7C525A4" w14:textId="467651EF" w:rsidR="008411E6" w:rsidRPr="00720C7B" w:rsidRDefault="008411E6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80188E">
              <w:rPr>
                <w:rFonts w:ascii="Poppins" w:hAnsi="Poppins" w:cs="Poppins"/>
                <w:b/>
                <w:sz w:val="20"/>
              </w:rPr>
              <w:t xml:space="preserve">Marca Emmeti – Modello </w:t>
            </w:r>
            <w:r w:rsidRPr="008411E6">
              <w:rPr>
                <w:rFonts w:ascii="Poppins" w:hAnsi="Poppins" w:cs="Poppins"/>
                <w:b/>
                <w:sz w:val="20"/>
              </w:rPr>
              <w:t>Staffe fissaggio collettore Industrial Floor</w:t>
            </w:r>
            <w:r w:rsidRPr="0080188E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80188E" w:rsidRPr="009146AD" w14:paraId="5AE28590" w14:textId="77777777" w:rsidTr="00FD02BC">
        <w:tc>
          <w:tcPr>
            <w:tcW w:w="1311" w:type="dxa"/>
          </w:tcPr>
          <w:p w14:paraId="4D1F6273" w14:textId="58F9A27A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07401122</w:t>
            </w:r>
          </w:p>
        </w:tc>
        <w:tc>
          <w:tcPr>
            <w:tcW w:w="2086" w:type="dxa"/>
          </w:tcPr>
          <w:p w14:paraId="4810C5CC" w14:textId="4C7AD481" w:rsidR="0080188E" w:rsidRPr="00720C7B" w:rsidRDefault="00E80F10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Rubinetti e </w:t>
            </w:r>
            <w:r w:rsidR="00BE02E0">
              <w:rPr>
                <w:rFonts w:ascii="Poppins" w:hAnsi="Poppins" w:cs="Poppins"/>
                <w:bCs/>
                <w:sz w:val="20"/>
              </w:rPr>
              <w:t>t</w:t>
            </w:r>
            <w:r>
              <w:rPr>
                <w:rFonts w:ascii="Poppins" w:hAnsi="Poppins" w:cs="Poppins"/>
                <w:bCs/>
                <w:sz w:val="20"/>
              </w:rPr>
              <w:t>appi terminali collettore Industrial Floor</w:t>
            </w:r>
          </w:p>
        </w:tc>
        <w:tc>
          <w:tcPr>
            <w:tcW w:w="6101" w:type="dxa"/>
          </w:tcPr>
          <w:p w14:paraId="44CFB69D" w14:textId="77777777" w:rsidR="0080188E" w:rsidRDefault="00E80F10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Coppia di rubinett</w:t>
            </w:r>
            <w:r w:rsidR="00826DD0">
              <w:rPr>
                <w:rFonts w:ascii="Poppins" w:hAnsi="Poppins" w:cs="Poppins"/>
                <w:bCs/>
                <w:sz w:val="20"/>
              </w:rPr>
              <w:t>i di carico/scarico 1/2" e di tappi 2” terminali per i collettori Industrial Floor.</w:t>
            </w:r>
          </w:p>
          <w:p w14:paraId="4AB08591" w14:textId="77777777" w:rsidR="00826DD0" w:rsidRDefault="00826DD0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680EBCA" w14:textId="21B3CDFE" w:rsidR="00BE02E0" w:rsidRPr="00720C7B" w:rsidRDefault="00BE02E0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80188E">
              <w:rPr>
                <w:rFonts w:ascii="Poppins" w:hAnsi="Poppins" w:cs="Poppins"/>
                <w:b/>
                <w:sz w:val="20"/>
              </w:rPr>
              <w:t xml:space="preserve">Marca Emmeti – Modello </w:t>
            </w:r>
            <w:r w:rsidRPr="00BE02E0">
              <w:rPr>
                <w:rFonts w:ascii="Poppins" w:hAnsi="Poppins" w:cs="Poppins"/>
                <w:b/>
                <w:sz w:val="20"/>
              </w:rPr>
              <w:t xml:space="preserve">Rubinetti e </w:t>
            </w:r>
            <w:r>
              <w:rPr>
                <w:rFonts w:ascii="Poppins" w:hAnsi="Poppins" w:cs="Poppins"/>
                <w:b/>
                <w:sz w:val="20"/>
              </w:rPr>
              <w:t>t</w:t>
            </w:r>
            <w:r w:rsidRPr="00BE02E0">
              <w:rPr>
                <w:rFonts w:ascii="Poppins" w:hAnsi="Poppins" w:cs="Poppins"/>
                <w:b/>
                <w:sz w:val="20"/>
              </w:rPr>
              <w:t>appi terminali collettore Industrial Floor</w:t>
            </w:r>
            <w:r w:rsidRPr="0080188E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80188E" w:rsidRPr="009146AD" w14:paraId="6FB049B4" w14:textId="77777777" w:rsidTr="00FD02BC">
        <w:tc>
          <w:tcPr>
            <w:tcW w:w="1311" w:type="dxa"/>
          </w:tcPr>
          <w:p w14:paraId="13CF94F8" w14:textId="45B5D675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09811350</w:t>
            </w:r>
          </w:p>
        </w:tc>
        <w:tc>
          <w:tcPr>
            <w:tcW w:w="2086" w:type="dxa"/>
          </w:tcPr>
          <w:p w14:paraId="1D92B80D" w14:textId="1E4B508D" w:rsidR="0080188E" w:rsidRPr="00720C7B" w:rsidRDefault="007839E5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Valvola a sfera Export</w:t>
            </w:r>
            <w:r w:rsidR="008953D5">
              <w:rPr>
                <w:rFonts w:ascii="Poppins" w:hAnsi="Poppins" w:cs="Poppins"/>
                <w:bCs/>
                <w:sz w:val="20"/>
              </w:rPr>
              <w:t xml:space="preserve"> 2” MF collettore Industrial Floor</w:t>
            </w:r>
          </w:p>
        </w:tc>
        <w:tc>
          <w:tcPr>
            <w:tcW w:w="6101" w:type="dxa"/>
          </w:tcPr>
          <w:p w14:paraId="28A3964B" w14:textId="77777777" w:rsidR="0080188E" w:rsidRDefault="008953D5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Valvola a sfera di misura 2” MF con leva acciaio plastificata rossa per collettore Industrial Floor.</w:t>
            </w:r>
          </w:p>
          <w:p w14:paraId="25B772E7" w14:textId="77777777" w:rsidR="008953D5" w:rsidRDefault="008953D5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0AB88EA" w14:textId="7ADA002A" w:rsidR="008953D5" w:rsidRPr="00720C7B" w:rsidRDefault="008953D5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80188E">
              <w:rPr>
                <w:rFonts w:ascii="Poppins" w:hAnsi="Poppins" w:cs="Poppins"/>
                <w:b/>
                <w:sz w:val="20"/>
              </w:rPr>
              <w:t xml:space="preserve">Marca Emmeti – Modello </w:t>
            </w:r>
            <w:r w:rsidRPr="008953D5">
              <w:rPr>
                <w:rFonts w:ascii="Poppins" w:hAnsi="Poppins" w:cs="Poppins"/>
                <w:b/>
                <w:sz w:val="20"/>
              </w:rPr>
              <w:t>Valvola a sfera Export 2” MF collettore Industrial Floor</w:t>
            </w:r>
            <w:r w:rsidRPr="0080188E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80188E" w:rsidRPr="009146AD" w14:paraId="21D229AF" w14:textId="77777777" w:rsidTr="00FD02BC">
        <w:tc>
          <w:tcPr>
            <w:tcW w:w="1311" w:type="dxa"/>
          </w:tcPr>
          <w:p w14:paraId="496A2BD6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07400460</w:t>
            </w:r>
          </w:p>
        </w:tc>
        <w:tc>
          <w:tcPr>
            <w:tcW w:w="2086" w:type="dxa"/>
          </w:tcPr>
          <w:p w14:paraId="09208304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Collettore industriale in acciaio zincato</w:t>
            </w:r>
            <w:r w:rsidRPr="00720C7B">
              <w:rPr>
                <w:rFonts w:ascii="Poppins" w:hAnsi="Poppins" w:cs="Poppins"/>
                <w:bCs/>
                <w:color w:val="FF0000"/>
                <w:sz w:val="20"/>
              </w:rPr>
              <w:t xml:space="preserve"> </w:t>
            </w:r>
            <w:r w:rsidRPr="00720C7B">
              <w:rPr>
                <w:rFonts w:ascii="Poppins" w:hAnsi="Poppins" w:cs="Poppins"/>
                <w:bCs/>
                <w:sz w:val="20"/>
              </w:rPr>
              <w:t>da 2” 5+5 vie di derivazione 3/4” F</w:t>
            </w:r>
          </w:p>
        </w:tc>
        <w:tc>
          <w:tcPr>
            <w:tcW w:w="6101" w:type="dxa"/>
          </w:tcPr>
          <w:p w14:paraId="3F4EF4DD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 xml:space="preserve">Collettore industriale da 2” in acciaio trafilato Fe 360B UNI EN 10305, zincato, con derivazioni girello femmina da 3/4” (mandata e ritorno). </w:t>
            </w:r>
          </w:p>
          <w:p w14:paraId="531495E7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Il collettore viene saldobrasato in forno continuo a 1080 °C con apporto di rame del 99,9 %.</w:t>
            </w:r>
          </w:p>
          <w:p w14:paraId="57C7B408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Trattamento superficiale: zincatura bianca.</w:t>
            </w:r>
          </w:p>
          <w:p w14:paraId="23526D13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Il collettore è completo di:</w:t>
            </w:r>
          </w:p>
          <w:p w14:paraId="2C2F4766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tappi ciechi da 2” femmina</w:t>
            </w:r>
          </w:p>
          <w:p w14:paraId="2CD2D133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1 valvola di carico/scarico acqua G 1/2" maschio</w:t>
            </w:r>
          </w:p>
          <w:p w14:paraId="2EB04D65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1 valvola sfiato aria da 1/2” automatica + manuale</w:t>
            </w:r>
          </w:p>
          <w:p w14:paraId="3C95FA8D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termometri Ø 40 (0 - 80 °C)</w:t>
            </w:r>
          </w:p>
          <w:p w14:paraId="60B9CB69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supporti metallici doppi</w:t>
            </w:r>
          </w:p>
          <w:p w14:paraId="52BD7354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48FE44D7" w14:textId="77777777" w:rsidR="0080188E" w:rsidRPr="00720C7B" w:rsidRDefault="0080188E" w:rsidP="0080188E">
            <w:pPr>
              <w:rPr>
                <w:rFonts w:ascii="Poppins" w:hAnsi="Poppins" w:cs="Poppins"/>
                <w:b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 xml:space="preserve">Dati tecnici: </w:t>
            </w:r>
          </w:p>
          <w:p w14:paraId="5DA3D873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Temperatura massima di esercizio: 110 °C</w:t>
            </w:r>
          </w:p>
          <w:p w14:paraId="71B3A6A4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Pressione massima di esercizio. 10 bar</w:t>
            </w:r>
          </w:p>
          <w:p w14:paraId="140CCCE1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Filettatura di testa: 2” maschio</w:t>
            </w:r>
          </w:p>
          <w:p w14:paraId="4A1C8B69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Filettatura derivazioni: 3/4” femmina</w:t>
            </w:r>
          </w:p>
          <w:p w14:paraId="441D1369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Interasse 80 mm</w:t>
            </w:r>
          </w:p>
          <w:p w14:paraId="2A7E7BF0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N° Vie: 5+5</w:t>
            </w:r>
          </w:p>
          <w:p w14:paraId="51656307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3994F044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Marca Emmeti – Modello Collettore industriale in acciaio zincato da 2” 5+5 vie di derivazione 3/4" F o equivalente.</w:t>
            </w:r>
          </w:p>
        </w:tc>
      </w:tr>
      <w:tr w:rsidR="0080188E" w:rsidRPr="004C6F17" w14:paraId="332E3E52" w14:textId="77777777" w:rsidTr="00FD02BC">
        <w:tc>
          <w:tcPr>
            <w:tcW w:w="1311" w:type="dxa"/>
          </w:tcPr>
          <w:p w14:paraId="1695F545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lastRenderedPageBreak/>
              <w:t>07400462</w:t>
            </w:r>
          </w:p>
        </w:tc>
        <w:tc>
          <w:tcPr>
            <w:tcW w:w="2086" w:type="dxa"/>
          </w:tcPr>
          <w:p w14:paraId="11EF119D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Collettore industriale in acciaio zincato da 2” 6+6 vie di derivazione 3/4” F</w:t>
            </w:r>
          </w:p>
        </w:tc>
        <w:tc>
          <w:tcPr>
            <w:tcW w:w="6101" w:type="dxa"/>
          </w:tcPr>
          <w:p w14:paraId="1B837AB2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Collettore industriale da 2” in acciaio trafilato Fe 360B UNI EN 10305, zincato, con derivazioni girello femmina da 3/4” (mandata e ritorno).</w:t>
            </w:r>
          </w:p>
          <w:p w14:paraId="1E06BD28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Il collettore viene saldobrasato in forno continuo a 1080 °C con apporto di rame del 99,9 %.</w:t>
            </w:r>
          </w:p>
          <w:p w14:paraId="03936DBE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Trattato in superficie con zincatura bianca.</w:t>
            </w:r>
          </w:p>
          <w:p w14:paraId="49E5CD11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Il collettore è completo di:</w:t>
            </w:r>
          </w:p>
          <w:p w14:paraId="0FF8E41D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tappi ciechi da 2” femmina</w:t>
            </w:r>
          </w:p>
          <w:p w14:paraId="5A53E554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1 valvola di carico/scarico acqua G 1/2" maschio</w:t>
            </w:r>
          </w:p>
          <w:p w14:paraId="5F91BB94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1 valvola sfiato aria G 1/2” automatica + manuale</w:t>
            </w:r>
          </w:p>
          <w:p w14:paraId="74D60477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Nr. 2 termometri Ø 40 (0 - 80 °C)</w:t>
            </w:r>
          </w:p>
          <w:p w14:paraId="5176320E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supporti metallici doppi</w:t>
            </w:r>
          </w:p>
          <w:p w14:paraId="3E6B216C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2EEDFA03" w14:textId="77777777" w:rsidR="0080188E" w:rsidRPr="00720C7B" w:rsidRDefault="0080188E" w:rsidP="0080188E">
            <w:pPr>
              <w:rPr>
                <w:rFonts w:ascii="Poppins" w:hAnsi="Poppins" w:cs="Poppins"/>
                <w:b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 xml:space="preserve">Dati tecnici: </w:t>
            </w:r>
          </w:p>
          <w:p w14:paraId="7A9D0D64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Temperatura massima di esercizio: 110 °C</w:t>
            </w:r>
          </w:p>
          <w:p w14:paraId="7617C064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Pressione massima di esercizio. 10 bar</w:t>
            </w:r>
          </w:p>
          <w:p w14:paraId="083CC154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Filettatura di testa: 2” maschio</w:t>
            </w:r>
          </w:p>
          <w:p w14:paraId="1DD176E1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Filettatura derivazioni: 3/4” femmina</w:t>
            </w:r>
          </w:p>
          <w:p w14:paraId="07CA5488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Interasse 80 mm</w:t>
            </w:r>
          </w:p>
          <w:p w14:paraId="7819A11F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Nr. Vie: 6+6</w:t>
            </w:r>
          </w:p>
          <w:p w14:paraId="0A47198D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64ABF04A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Marca Emmeti – Modello Collettore industriale in acciaio zincato da 2” 6+6 vie di derivazione 3/4” F o equivalente.</w:t>
            </w:r>
          </w:p>
        </w:tc>
      </w:tr>
      <w:tr w:rsidR="0080188E" w:rsidRPr="004C6F17" w14:paraId="6D59DBA8" w14:textId="77777777" w:rsidTr="00FD02BC">
        <w:tc>
          <w:tcPr>
            <w:tcW w:w="1311" w:type="dxa"/>
          </w:tcPr>
          <w:p w14:paraId="101997CC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07400464</w:t>
            </w:r>
          </w:p>
        </w:tc>
        <w:tc>
          <w:tcPr>
            <w:tcW w:w="2086" w:type="dxa"/>
          </w:tcPr>
          <w:p w14:paraId="40E135F1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Collettore industriale in acciaio zincato da 2” 7+7 vie di derivazione 3/4” F</w:t>
            </w:r>
          </w:p>
        </w:tc>
        <w:tc>
          <w:tcPr>
            <w:tcW w:w="6101" w:type="dxa"/>
          </w:tcPr>
          <w:p w14:paraId="1ADF274F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Collettore industriale da 2” in acciaio trafilato Fe 360B UNI EN 10305, zincato, con derivazioni girello femmina da 3/4” (mandata e ritorno).</w:t>
            </w:r>
          </w:p>
          <w:p w14:paraId="7DF3C37C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 xml:space="preserve"> Il collettore viene saldobrasato in forno continuo a 1080 °C con apporto di rame del 99,9 %. Trattato in superficie con zincatura bianca.</w:t>
            </w:r>
          </w:p>
          <w:p w14:paraId="0B9F5852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Il collettore è completo di:</w:t>
            </w:r>
          </w:p>
          <w:p w14:paraId="7B0C0765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tappi ciechi da 2” femmina</w:t>
            </w:r>
          </w:p>
          <w:p w14:paraId="1784A415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1 valvola di carico/scarico acqua G 1/2" maschio</w:t>
            </w:r>
          </w:p>
          <w:p w14:paraId="56976CCE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1 valvola sfiato aria G 1/2” automatica + manuale</w:t>
            </w:r>
          </w:p>
          <w:p w14:paraId="0A35F700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Nr. 2 termometri Ø 40 (0 - 80 °C)</w:t>
            </w:r>
          </w:p>
          <w:p w14:paraId="53517E82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supporti metallici doppi</w:t>
            </w:r>
          </w:p>
          <w:p w14:paraId="786F3450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5D36E143" w14:textId="77777777" w:rsidR="0080188E" w:rsidRPr="00720C7B" w:rsidRDefault="0080188E" w:rsidP="0080188E">
            <w:pPr>
              <w:rPr>
                <w:rFonts w:ascii="Poppins" w:hAnsi="Poppins" w:cs="Poppins"/>
                <w:b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 xml:space="preserve">Dati tecnici: </w:t>
            </w:r>
          </w:p>
          <w:p w14:paraId="1D6CBF74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Temperatura massima di esercizio: 110 °C</w:t>
            </w:r>
          </w:p>
          <w:p w14:paraId="6FF97F22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Pressione massima di esercizio. 10 bar</w:t>
            </w:r>
          </w:p>
          <w:p w14:paraId="518F2BD1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Filettatura di testa: 2” maschio</w:t>
            </w:r>
          </w:p>
          <w:p w14:paraId="7C90E37D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Filettatura derivazioni: 3/4” femmina</w:t>
            </w:r>
          </w:p>
          <w:p w14:paraId="5D742832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lastRenderedPageBreak/>
              <w:t>Interasse 80 mm</w:t>
            </w:r>
          </w:p>
          <w:p w14:paraId="4C36F4AF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Nr. Vie: 7+7</w:t>
            </w:r>
          </w:p>
          <w:p w14:paraId="7355B457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39F4547C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Marca Emmeti – Modello Collettore industriale in acciaio zincato da 2” 7+7 vie di derivazione 3/4” F o equivalente.</w:t>
            </w:r>
          </w:p>
        </w:tc>
      </w:tr>
      <w:tr w:rsidR="0080188E" w:rsidRPr="004C6F17" w14:paraId="6D8F90E8" w14:textId="77777777" w:rsidTr="00FD02BC">
        <w:tc>
          <w:tcPr>
            <w:tcW w:w="1311" w:type="dxa"/>
          </w:tcPr>
          <w:p w14:paraId="2B4CA83B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lastRenderedPageBreak/>
              <w:t>07400466</w:t>
            </w:r>
          </w:p>
        </w:tc>
        <w:tc>
          <w:tcPr>
            <w:tcW w:w="2086" w:type="dxa"/>
          </w:tcPr>
          <w:p w14:paraId="36DE9E00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Collettore industriale in acciaio zincato da 2” 8+8 vie di derivazione 3/4” F</w:t>
            </w:r>
          </w:p>
        </w:tc>
        <w:tc>
          <w:tcPr>
            <w:tcW w:w="6101" w:type="dxa"/>
          </w:tcPr>
          <w:p w14:paraId="1560332E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 xml:space="preserve">Collettore industriale da 2” in acciaio trafilato Fe 360B UNI EN 10305, zincato, con derivazioni girello femmina da 3/4” (mandata e ritorno). </w:t>
            </w:r>
          </w:p>
          <w:p w14:paraId="269822A3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 xml:space="preserve">Il collettore viene saldobrasato in forno continuo a 1080 °C con apporto di rame del 99,9 %. </w:t>
            </w:r>
          </w:p>
          <w:p w14:paraId="35758029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Trattato in superficie con zincatura bianca.</w:t>
            </w:r>
          </w:p>
          <w:p w14:paraId="77C28087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Il collettore è completo di:</w:t>
            </w:r>
          </w:p>
          <w:p w14:paraId="7BC9C0DD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tappi ciechi da 2” femmina</w:t>
            </w:r>
          </w:p>
          <w:p w14:paraId="05F8C803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1 valvola di carico/scarico acqua G 1/2" maschio</w:t>
            </w:r>
          </w:p>
          <w:p w14:paraId="341DD9F5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1 valvola sfiato aria G 1/2” automatica + manuale</w:t>
            </w:r>
          </w:p>
          <w:p w14:paraId="783F4EB0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Nr. 2 termometri Ø 40 (0 - 80 °C)</w:t>
            </w:r>
          </w:p>
          <w:p w14:paraId="2FBAA91B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supporti metallici doppi</w:t>
            </w:r>
          </w:p>
          <w:p w14:paraId="26F62B54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4CE90A09" w14:textId="77777777" w:rsidR="0080188E" w:rsidRPr="00720C7B" w:rsidRDefault="0080188E" w:rsidP="0080188E">
            <w:pPr>
              <w:rPr>
                <w:rFonts w:ascii="Poppins" w:hAnsi="Poppins" w:cs="Poppins"/>
                <w:b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 xml:space="preserve">Dati tecnici: </w:t>
            </w:r>
          </w:p>
          <w:p w14:paraId="2332D0EA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Temperatura massima di esercizio: 110 °C</w:t>
            </w:r>
          </w:p>
          <w:p w14:paraId="6F856C15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Pressione massima di esercizio. 10 bar</w:t>
            </w:r>
          </w:p>
          <w:p w14:paraId="6C9061FB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Filettatura di testa: 2” maschio</w:t>
            </w:r>
          </w:p>
          <w:p w14:paraId="7A0BB9DD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Filettatura derivazioni: 3/4” femmina</w:t>
            </w:r>
          </w:p>
          <w:p w14:paraId="2EE651D7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Interasse 80 mm</w:t>
            </w:r>
          </w:p>
          <w:p w14:paraId="54DE7700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Nr. Vie: 8+8</w:t>
            </w:r>
          </w:p>
          <w:p w14:paraId="7588294B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03A50A7A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Marca Emmeti – Modello Collettore industriale in acciaio zincato da 2” 8+8 vie di derivazione 3/4” F o equivalente.</w:t>
            </w:r>
          </w:p>
        </w:tc>
      </w:tr>
      <w:tr w:rsidR="0080188E" w:rsidRPr="004C6F17" w14:paraId="4A02F971" w14:textId="77777777" w:rsidTr="00FD02BC">
        <w:tc>
          <w:tcPr>
            <w:tcW w:w="1311" w:type="dxa"/>
          </w:tcPr>
          <w:p w14:paraId="37B70307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07400468</w:t>
            </w:r>
          </w:p>
        </w:tc>
        <w:tc>
          <w:tcPr>
            <w:tcW w:w="2086" w:type="dxa"/>
          </w:tcPr>
          <w:p w14:paraId="02FBE901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Collettore industriale in acciaio zincato da 2” 9+9 vie di derivazione 3/4” F</w:t>
            </w:r>
          </w:p>
        </w:tc>
        <w:tc>
          <w:tcPr>
            <w:tcW w:w="6101" w:type="dxa"/>
          </w:tcPr>
          <w:p w14:paraId="15268D74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Collettore industriale da 2” in acciaio trafilato Fe 360B UNI EN 10305, zincato, con derivazioni girello femmina da 3/4” (mandata e ritorno).</w:t>
            </w:r>
          </w:p>
          <w:p w14:paraId="030D5691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 xml:space="preserve">Il collettore viene saldobrasato in forno continuo a 1080 °C con apporto di rame del 99,9 %. </w:t>
            </w:r>
          </w:p>
          <w:p w14:paraId="31BE9E5E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Trattato in superficie con zincatura bianca.</w:t>
            </w:r>
          </w:p>
          <w:p w14:paraId="78CE3DA3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Il collettore è completo di:</w:t>
            </w:r>
          </w:p>
          <w:p w14:paraId="1B1F7D9E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tappi ciechi da 2” femmina</w:t>
            </w:r>
          </w:p>
          <w:p w14:paraId="2222E35A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1 valvola di carico/scarico acqua G 1/2" maschio</w:t>
            </w:r>
          </w:p>
          <w:p w14:paraId="2F78BC14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1 valvola sfiato aria G 1/2” automatica + manuale</w:t>
            </w:r>
          </w:p>
          <w:p w14:paraId="45D41093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Nr. 2 termometri Ø 40 (0 - 80 °C)</w:t>
            </w:r>
          </w:p>
          <w:p w14:paraId="738CB1EA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supporti metallici doppi</w:t>
            </w:r>
          </w:p>
          <w:p w14:paraId="77924807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41E235A5" w14:textId="77777777" w:rsidR="0080188E" w:rsidRPr="00720C7B" w:rsidRDefault="0080188E" w:rsidP="0080188E">
            <w:pPr>
              <w:rPr>
                <w:rFonts w:ascii="Poppins" w:hAnsi="Poppins" w:cs="Poppins"/>
                <w:b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Dati tecnici: </w:t>
            </w:r>
          </w:p>
          <w:p w14:paraId="1E30D395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Temperatura massima di esercizio: 110 °C</w:t>
            </w:r>
          </w:p>
          <w:p w14:paraId="5231D066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Pressione massima di esercizio. 10 bar</w:t>
            </w:r>
          </w:p>
          <w:p w14:paraId="5C14A7A7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Filettatura di testa: 2” maschio</w:t>
            </w:r>
          </w:p>
          <w:p w14:paraId="1F70A044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Filettatura derivazioni: 3/4” femmina</w:t>
            </w:r>
          </w:p>
          <w:p w14:paraId="3EC10813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Interasse 80 mm</w:t>
            </w:r>
          </w:p>
          <w:p w14:paraId="0E5FA3A9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Nr. Vie: 9+9</w:t>
            </w:r>
          </w:p>
          <w:p w14:paraId="06164D4F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20A08B0B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Marca Emmeti – Modello Collettore industriale in acciaio zincato da 2” 9+9 vie di derivazione 3/4” F o equivalente.</w:t>
            </w:r>
          </w:p>
        </w:tc>
      </w:tr>
      <w:tr w:rsidR="0080188E" w:rsidRPr="004C6F17" w14:paraId="0C9D9763" w14:textId="77777777" w:rsidTr="00FD02BC">
        <w:tc>
          <w:tcPr>
            <w:tcW w:w="1311" w:type="dxa"/>
          </w:tcPr>
          <w:p w14:paraId="6F2832B9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lastRenderedPageBreak/>
              <w:t>07400470</w:t>
            </w:r>
          </w:p>
        </w:tc>
        <w:tc>
          <w:tcPr>
            <w:tcW w:w="2086" w:type="dxa"/>
          </w:tcPr>
          <w:p w14:paraId="742ED8C4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Collettore industriale in acciaio zincato da 2” 10+10 vie di derivazione 3/4” F</w:t>
            </w:r>
          </w:p>
        </w:tc>
        <w:tc>
          <w:tcPr>
            <w:tcW w:w="6101" w:type="dxa"/>
          </w:tcPr>
          <w:p w14:paraId="443ED741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 xml:space="preserve">Collettore industriale da 2” in acciaio trafilato Fe 360B UNI EN 10305, zincato, con derivazioni girello femmina da 3/4” (mandata e ritorno). </w:t>
            </w:r>
          </w:p>
          <w:p w14:paraId="39D4C2CA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Il collettore viene saldobrasato in forno continuo a 1080 °C con apporto di rame del 99,9 %.</w:t>
            </w:r>
          </w:p>
          <w:p w14:paraId="3241819F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Trattato in superficie con zincatura bianca.</w:t>
            </w:r>
          </w:p>
          <w:p w14:paraId="16167A1F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Il collettore è completo di:</w:t>
            </w:r>
          </w:p>
          <w:p w14:paraId="7757A411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tappi ciechi da 2” femmina</w:t>
            </w:r>
          </w:p>
          <w:p w14:paraId="783E11D7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1 valvola di carico/scarico acqua G 1/2" maschio</w:t>
            </w:r>
          </w:p>
          <w:p w14:paraId="003F5414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1 valvola sfiato aria G 1/2” automatica + manuale</w:t>
            </w:r>
          </w:p>
          <w:p w14:paraId="18893732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Nr. 2 termometri Ø 40 (0 - 80 °C)</w:t>
            </w:r>
          </w:p>
          <w:p w14:paraId="631727EB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supporti metallici doppi</w:t>
            </w:r>
          </w:p>
          <w:p w14:paraId="0A6357C5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202ACDC0" w14:textId="77777777" w:rsidR="0080188E" w:rsidRPr="00720C7B" w:rsidRDefault="0080188E" w:rsidP="0080188E">
            <w:pPr>
              <w:rPr>
                <w:rFonts w:ascii="Poppins" w:hAnsi="Poppins" w:cs="Poppins"/>
                <w:b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 xml:space="preserve">Dati tecnici: </w:t>
            </w:r>
          </w:p>
          <w:p w14:paraId="25240689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Temperatura massima di esercizio: 110 °C</w:t>
            </w:r>
          </w:p>
          <w:p w14:paraId="721B69B1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Pressione massima di esercizio. 10 bar</w:t>
            </w:r>
          </w:p>
          <w:p w14:paraId="20B2A6C9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Filettatura di testa: 2” maschio</w:t>
            </w:r>
          </w:p>
          <w:p w14:paraId="00B52DB0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Filettatura derivazioni: 3/4” femmina</w:t>
            </w:r>
          </w:p>
          <w:p w14:paraId="41A6630C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Interasse 80 mm</w:t>
            </w:r>
          </w:p>
          <w:p w14:paraId="2732A059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Nr. Vie: 10+10</w:t>
            </w:r>
          </w:p>
          <w:p w14:paraId="5C3E453B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5BF2CC89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Marca Emmeti – Modello Collettore industriale in acciaio zincato da 2” 10+10 vie di derivazione 3/4” F o equivalente.</w:t>
            </w:r>
          </w:p>
        </w:tc>
      </w:tr>
      <w:tr w:rsidR="0080188E" w:rsidRPr="004C6F17" w14:paraId="6D4D78A3" w14:textId="77777777" w:rsidTr="00FD02BC">
        <w:tc>
          <w:tcPr>
            <w:tcW w:w="1311" w:type="dxa"/>
          </w:tcPr>
          <w:p w14:paraId="14C56EDC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07400472</w:t>
            </w:r>
          </w:p>
        </w:tc>
        <w:tc>
          <w:tcPr>
            <w:tcW w:w="2086" w:type="dxa"/>
          </w:tcPr>
          <w:p w14:paraId="753AA2BE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Collettore industriale in acciaio zincato da 2” 11+11 vie di derivazione 3/4” F</w:t>
            </w:r>
          </w:p>
        </w:tc>
        <w:tc>
          <w:tcPr>
            <w:tcW w:w="6101" w:type="dxa"/>
          </w:tcPr>
          <w:p w14:paraId="65825566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Collettore industriale da 2” in acciaio trafilato Fe 360B UNI EN 10305, zincato, con derivazioni girello femmina da 3/4” (mandata e ritorno).</w:t>
            </w:r>
          </w:p>
          <w:p w14:paraId="541305FE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 xml:space="preserve">Il collettore viene saldobrasato in forno continuo a 1080 °C con apporto di rame del 99,9 %. </w:t>
            </w:r>
          </w:p>
          <w:p w14:paraId="78D9B63D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Trattato in superficie con zincatura bianca.</w:t>
            </w:r>
          </w:p>
          <w:p w14:paraId="5331419D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Il collettore è completo di:</w:t>
            </w:r>
          </w:p>
          <w:p w14:paraId="23AEFCD4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tappi ciechi da 2” femmina</w:t>
            </w:r>
          </w:p>
          <w:p w14:paraId="0B260DDC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lastRenderedPageBreak/>
              <w:t>1 valvola di carico/scarico acqua G 1/2" maschio</w:t>
            </w:r>
          </w:p>
          <w:p w14:paraId="4DEE7747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1 valvola sfiato aria G 1/2” automatica + manuale</w:t>
            </w:r>
          </w:p>
          <w:p w14:paraId="5062CE23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Nr. 2 termometri Ø 40 (0 - 80 °C)</w:t>
            </w:r>
          </w:p>
          <w:p w14:paraId="798AEB67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supporti metallici doppi</w:t>
            </w:r>
          </w:p>
          <w:p w14:paraId="6175D4B0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006D50F6" w14:textId="77777777" w:rsidR="0080188E" w:rsidRPr="00720C7B" w:rsidRDefault="0080188E" w:rsidP="0080188E">
            <w:pPr>
              <w:rPr>
                <w:rFonts w:ascii="Poppins" w:hAnsi="Poppins" w:cs="Poppins"/>
                <w:b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 xml:space="preserve">Dati tecnici: </w:t>
            </w:r>
          </w:p>
          <w:p w14:paraId="7CC7ABDB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Temperatura massima di esercizio: 110 °C</w:t>
            </w:r>
          </w:p>
          <w:p w14:paraId="1318DD22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Pressione massima di esercizio. 10 bar</w:t>
            </w:r>
          </w:p>
          <w:p w14:paraId="3BE82802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Filettatura di testa: 2” maschio</w:t>
            </w:r>
          </w:p>
          <w:p w14:paraId="5453B994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Filettatura derivazioni: 3/4” femmina</w:t>
            </w:r>
          </w:p>
          <w:p w14:paraId="2B034F57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Interasse 80 mm</w:t>
            </w:r>
          </w:p>
          <w:p w14:paraId="390777A6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Nr. Vie: 11+11</w:t>
            </w:r>
          </w:p>
          <w:p w14:paraId="6E85FA3C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24DDD552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Marca Emmeti – Modello Collettore industriale in acciaio zincato da 2” 11+11 vie di derivazione 3/4” F o equivalente.</w:t>
            </w:r>
          </w:p>
        </w:tc>
      </w:tr>
      <w:tr w:rsidR="0080188E" w:rsidRPr="00F4606B" w14:paraId="2AB48523" w14:textId="77777777" w:rsidTr="00FD02BC">
        <w:tc>
          <w:tcPr>
            <w:tcW w:w="1311" w:type="dxa"/>
          </w:tcPr>
          <w:p w14:paraId="5019FADA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lastRenderedPageBreak/>
              <w:t>07400474</w:t>
            </w:r>
          </w:p>
        </w:tc>
        <w:tc>
          <w:tcPr>
            <w:tcW w:w="2086" w:type="dxa"/>
          </w:tcPr>
          <w:p w14:paraId="0FB95DEE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Collettore industriale in acciaio zincato da 2” 12+12 vie di derivazione 3/4” F</w:t>
            </w:r>
          </w:p>
        </w:tc>
        <w:tc>
          <w:tcPr>
            <w:tcW w:w="6101" w:type="dxa"/>
          </w:tcPr>
          <w:p w14:paraId="55553A0B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 xml:space="preserve">Collettore industriale da 2” in acciaio trafilato Fe 360B UNI EN 10305, zincato, con derivazioni girello femmina da 3/4” (mandata e ritorno). </w:t>
            </w:r>
          </w:p>
          <w:p w14:paraId="41A095E2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 xml:space="preserve">Il collettore viene saldobrasato in forno continuo a 1080 °C con apporto di rame del 99,9 %. </w:t>
            </w:r>
          </w:p>
          <w:p w14:paraId="48A2C96E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Trattato in superficie con zincatura bianca.</w:t>
            </w:r>
          </w:p>
          <w:p w14:paraId="281661FF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Il collettore è completo di:</w:t>
            </w:r>
          </w:p>
          <w:p w14:paraId="7DBA2FBA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tappi ciechi da 2” femmina</w:t>
            </w:r>
          </w:p>
          <w:p w14:paraId="6AC5E655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1 valvola di carico/scarico acqua G 1/2" maschio</w:t>
            </w:r>
          </w:p>
          <w:p w14:paraId="45223D25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1 valvola sfiato aria G 1/2” automatica + manuale</w:t>
            </w:r>
          </w:p>
          <w:p w14:paraId="4D908E6E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Nr. 2 termometri Ø 40 (0 - 80 °C)</w:t>
            </w:r>
          </w:p>
          <w:p w14:paraId="3DB4F192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supporti metallici doppi</w:t>
            </w:r>
          </w:p>
          <w:p w14:paraId="61A43F2F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7518E369" w14:textId="77777777" w:rsidR="0080188E" w:rsidRPr="00720C7B" w:rsidRDefault="0080188E" w:rsidP="0080188E">
            <w:pPr>
              <w:rPr>
                <w:rFonts w:ascii="Poppins" w:hAnsi="Poppins" w:cs="Poppins"/>
                <w:b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 xml:space="preserve">Dati tecnici: </w:t>
            </w:r>
          </w:p>
          <w:p w14:paraId="56D91E37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Temperatura massima di esercizio: 110 °C</w:t>
            </w:r>
          </w:p>
          <w:p w14:paraId="6269138C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Pressione massima di esercizio. 10 bar</w:t>
            </w:r>
          </w:p>
          <w:p w14:paraId="741FCD74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Filettatura di testa: 2” maschio</w:t>
            </w:r>
          </w:p>
          <w:p w14:paraId="0319D50E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Filettatura derivazioni: 3/4” femmina</w:t>
            </w:r>
          </w:p>
          <w:p w14:paraId="110F1B95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Interasse 80 mm</w:t>
            </w:r>
          </w:p>
          <w:p w14:paraId="0BA1DE07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Nr. Vie: 12+12</w:t>
            </w:r>
          </w:p>
          <w:p w14:paraId="5BCF742E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40A8E70C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Marca Emmeti – Modello Collettore industriale in acciaio zincato da 2” 12+12 vie di derivazione 3/4” F o equivalente.</w:t>
            </w:r>
          </w:p>
        </w:tc>
      </w:tr>
      <w:tr w:rsidR="0080188E" w:rsidRPr="00F4606B" w14:paraId="05A5B6F5" w14:textId="77777777" w:rsidTr="00FD02BC">
        <w:tc>
          <w:tcPr>
            <w:tcW w:w="1311" w:type="dxa"/>
          </w:tcPr>
          <w:p w14:paraId="6A645805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07400476</w:t>
            </w:r>
          </w:p>
        </w:tc>
        <w:tc>
          <w:tcPr>
            <w:tcW w:w="2086" w:type="dxa"/>
          </w:tcPr>
          <w:p w14:paraId="26919C86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 xml:space="preserve">Collettore industriale in acciaio zincato da </w:t>
            </w:r>
            <w:r w:rsidRPr="00720C7B">
              <w:rPr>
                <w:rFonts w:ascii="Poppins" w:hAnsi="Poppins" w:cs="Poppins"/>
                <w:bCs/>
                <w:sz w:val="20"/>
              </w:rPr>
              <w:lastRenderedPageBreak/>
              <w:t>2” 13+13 vie di derivazione 3/4” F</w:t>
            </w:r>
          </w:p>
        </w:tc>
        <w:tc>
          <w:tcPr>
            <w:tcW w:w="6101" w:type="dxa"/>
          </w:tcPr>
          <w:p w14:paraId="3B2E78F4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lastRenderedPageBreak/>
              <w:t xml:space="preserve">Collettore industriale da 2” in acciaio trafilato Fe 360B UNI EN 10305, zincato, con derivazioni girello femmina da 3/4” (mandata e ritorno). </w:t>
            </w:r>
          </w:p>
          <w:p w14:paraId="00E2EBEE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lastRenderedPageBreak/>
              <w:t>Il collettore viene saldobrasato in forno continuo a 1080 °C con apporto di rame del 99,9 %.</w:t>
            </w:r>
          </w:p>
          <w:p w14:paraId="1C81C149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Trattato in superficie con zincatura bianca.</w:t>
            </w:r>
          </w:p>
          <w:p w14:paraId="38E0CD5C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Il collettore è completo di:</w:t>
            </w:r>
          </w:p>
          <w:p w14:paraId="23331E79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tappi ciechi da 2” femmina</w:t>
            </w:r>
          </w:p>
          <w:p w14:paraId="7B24D43B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1 valvola di carico/scarico acqua G 1/2" maschio</w:t>
            </w:r>
          </w:p>
          <w:p w14:paraId="4EEED830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1 valvola sfiato aria G 1/2” automatica + manuale</w:t>
            </w:r>
          </w:p>
          <w:p w14:paraId="3BE893E9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Nr. 2 termometri Ø 40 (0 - 80 °C)</w:t>
            </w:r>
          </w:p>
          <w:p w14:paraId="647F2FC1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supporti metallici doppi</w:t>
            </w:r>
          </w:p>
          <w:p w14:paraId="7E57DE58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0BF9D101" w14:textId="77777777" w:rsidR="0080188E" w:rsidRPr="00720C7B" w:rsidRDefault="0080188E" w:rsidP="0080188E">
            <w:pPr>
              <w:rPr>
                <w:rFonts w:ascii="Poppins" w:hAnsi="Poppins" w:cs="Poppins"/>
                <w:b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 xml:space="preserve">Dati tecnici: </w:t>
            </w:r>
          </w:p>
          <w:p w14:paraId="09D3D0BC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Temperatura massima di esercizio: 110 °C</w:t>
            </w:r>
          </w:p>
          <w:p w14:paraId="1DFB66B5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Pressione massima di esercizio. 10 bar</w:t>
            </w:r>
          </w:p>
          <w:p w14:paraId="50A00040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Filettatura di testa: 2” maschio</w:t>
            </w:r>
          </w:p>
          <w:p w14:paraId="25367091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Filettatura derivazioni: 3/4” femmina</w:t>
            </w:r>
          </w:p>
          <w:p w14:paraId="348931EF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Interasse 80 mm</w:t>
            </w:r>
          </w:p>
          <w:p w14:paraId="0E4D6DB3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Nr. Vie: 13+13</w:t>
            </w:r>
          </w:p>
          <w:p w14:paraId="4B7637A1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1140FFE5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Marca Emmeti – Modello Collettore industriale in acciaio zincato da 2” 13+13 vie di derivazione 3/4” F o equivalente.</w:t>
            </w:r>
          </w:p>
        </w:tc>
      </w:tr>
      <w:tr w:rsidR="0080188E" w:rsidRPr="00F4606B" w14:paraId="3DD2B925" w14:textId="77777777" w:rsidTr="00FD02BC">
        <w:tc>
          <w:tcPr>
            <w:tcW w:w="1311" w:type="dxa"/>
          </w:tcPr>
          <w:p w14:paraId="41688269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lastRenderedPageBreak/>
              <w:t>07400478</w:t>
            </w:r>
          </w:p>
        </w:tc>
        <w:tc>
          <w:tcPr>
            <w:tcW w:w="2086" w:type="dxa"/>
          </w:tcPr>
          <w:p w14:paraId="615FD2D4" w14:textId="77777777" w:rsidR="0080188E" w:rsidRPr="00720C7B" w:rsidRDefault="0080188E" w:rsidP="0080188E">
            <w:pPr>
              <w:ind w:right="-126"/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Collettore industriale in acciaio zincato da 2” 14+14 vie di derivazione 3/4” F</w:t>
            </w:r>
          </w:p>
        </w:tc>
        <w:tc>
          <w:tcPr>
            <w:tcW w:w="6101" w:type="dxa"/>
          </w:tcPr>
          <w:p w14:paraId="3428034E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 xml:space="preserve">Collettore industriale da 2” in acciaio trafilato Fe 360B UNI EN 10305, zincato, con derivazioni girello femmina da 3/4” (mandata e ritorno). </w:t>
            </w:r>
          </w:p>
          <w:p w14:paraId="7E139D93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Il collettore viene saldobrasato in forno continuo a 1080 °C con apporto di rame del 99,9 %.</w:t>
            </w:r>
          </w:p>
          <w:p w14:paraId="5191133A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Trattato in superficie con zincatura bianca.</w:t>
            </w:r>
          </w:p>
          <w:p w14:paraId="459B779B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Il collettore è completo di:</w:t>
            </w:r>
          </w:p>
          <w:p w14:paraId="78483F7C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tappi ciechi da 2” femmina</w:t>
            </w:r>
          </w:p>
          <w:p w14:paraId="06B87182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1 valvola di carico/scarico acqua G 1/2" maschio</w:t>
            </w:r>
          </w:p>
          <w:p w14:paraId="6CE74CA2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1 valvola sfiato aria G 1/2” automatica + manuale</w:t>
            </w:r>
          </w:p>
          <w:p w14:paraId="0073DCD7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Nr. 2 termometri Ø 40 (0 - 80 °C)</w:t>
            </w:r>
          </w:p>
          <w:p w14:paraId="77EBCC7D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supporti metallici doppi</w:t>
            </w:r>
          </w:p>
          <w:p w14:paraId="2C10D3F2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1C9FA596" w14:textId="77777777" w:rsidR="0080188E" w:rsidRPr="00720C7B" w:rsidRDefault="0080188E" w:rsidP="0080188E">
            <w:pPr>
              <w:rPr>
                <w:rFonts w:ascii="Poppins" w:hAnsi="Poppins" w:cs="Poppins"/>
                <w:b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 xml:space="preserve">Dati tecnici: </w:t>
            </w:r>
          </w:p>
          <w:p w14:paraId="33A02796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Temperatura massima di esercizio: 110 °C</w:t>
            </w:r>
          </w:p>
          <w:p w14:paraId="221B72E5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Pressione massima di esercizio. 10 bar</w:t>
            </w:r>
          </w:p>
          <w:p w14:paraId="12138706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Filettatura di testa: 2” maschio</w:t>
            </w:r>
          </w:p>
          <w:p w14:paraId="122F9DC4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Filettatura derivazioni: 3/4” femmina</w:t>
            </w:r>
          </w:p>
          <w:p w14:paraId="47C41E9A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Interasse 80 mm</w:t>
            </w:r>
          </w:p>
          <w:p w14:paraId="49D6CED7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Nr. Vie: 14+14</w:t>
            </w:r>
          </w:p>
          <w:p w14:paraId="50C9E03A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6BABEDE7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Collettore industriale in acciaio zincato da 2” 14+14 vie di derivazione 3/4” F o equivalente.</w:t>
            </w:r>
          </w:p>
        </w:tc>
      </w:tr>
      <w:tr w:rsidR="0080188E" w:rsidRPr="009230EA" w14:paraId="432D2C02" w14:textId="77777777" w:rsidTr="00FD02BC">
        <w:tc>
          <w:tcPr>
            <w:tcW w:w="1311" w:type="dxa"/>
          </w:tcPr>
          <w:p w14:paraId="58158E97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lastRenderedPageBreak/>
              <w:t>07400480</w:t>
            </w:r>
          </w:p>
        </w:tc>
        <w:tc>
          <w:tcPr>
            <w:tcW w:w="2086" w:type="dxa"/>
          </w:tcPr>
          <w:p w14:paraId="4E0C2201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Collettore industriale in acciaio zincato da 2” 15+15 vie di derivazione 3/4” F</w:t>
            </w:r>
          </w:p>
        </w:tc>
        <w:tc>
          <w:tcPr>
            <w:tcW w:w="6101" w:type="dxa"/>
          </w:tcPr>
          <w:p w14:paraId="42815076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Collettore industriale da 2” in acciaio trafilato Fe 360B UNI EN 10305, zincato, con derivazioni girello femmina da 3/4” (mandata e ritorno).</w:t>
            </w:r>
          </w:p>
          <w:p w14:paraId="75F89F5F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 xml:space="preserve">Il collettore viene saldobrasato in forno continuo a 1080 °C con apporto di rame del 99,9 %. </w:t>
            </w:r>
          </w:p>
          <w:p w14:paraId="5E06FDEA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Trattato in superficie con zincatura bianca.</w:t>
            </w:r>
          </w:p>
          <w:p w14:paraId="4D47E455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Il collettore è completo di:</w:t>
            </w:r>
          </w:p>
          <w:p w14:paraId="5A0F610D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tappi ciechi da 2” femmina</w:t>
            </w:r>
          </w:p>
          <w:p w14:paraId="1B0B1734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1 valvola di carico/scarico acqua G 1/2" maschio</w:t>
            </w:r>
          </w:p>
          <w:p w14:paraId="1385D373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1 valvola sfiato aria G 1/2” automatica + manuale</w:t>
            </w:r>
          </w:p>
          <w:p w14:paraId="100DA70A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Nr. 2 termometri Ø 40 (0 - 80 °C)</w:t>
            </w:r>
          </w:p>
          <w:p w14:paraId="76CDF050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2 supporti metallici doppi</w:t>
            </w:r>
          </w:p>
          <w:p w14:paraId="55892A6B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0A2D205E" w14:textId="77777777" w:rsidR="0080188E" w:rsidRPr="00720C7B" w:rsidRDefault="0080188E" w:rsidP="0080188E">
            <w:pPr>
              <w:rPr>
                <w:rFonts w:ascii="Poppins" w:hAnsi="Poppins" w:cs="Poppins"/>
                <w:b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 xml:space="preserve">Dati tecnici: </w:t>
            </w:r>
          </w:p>
          <w:p w14:paraId="003F734B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Temperatura massima di esercizio: 110 °C</w:t>
            </w:r>
          </w:p>
          <w:p w14:paraId="1D36C01E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Pressione massima di esercizio. 10 bar</w:t>
            </w:r>
          </w:p>
          <w:p w14:paraId="5874F765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Filettatura di testa: 2” maschio</w:t>
            </w:r>
          </w:p>
          <w:p w14:paraId="1A43C445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Filettatura derivazioni: 3/4” femmina</w:t>
            </w:r>
          </w:p>
          <w:p w14:paraId="34CD5818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Interasse 80 mm</w:t>
            </w:r>
          </w:p>
          <w:p w14:paraId="44B96011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Nr. Vie: 15+15</w:t>
            </w:r>
          </w:p>
          <w:p w14:paraId="16A753BB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2C43E176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Marca Emmeti – Modello Collettore industriale in acciaio zincato da 2” 15+15 vie di derivazione 3/4” F o equivalente.</w:t>
            </w:r>
          </w:p>
        </w:tc>
      </w:tr>
      <w:tr w:rsidR="0080188E" w:rsidRPr="00170AD8" w14:paraId="76F1A98C" w14:textId="77777777" w:rsidTr="00FD02BC">
        <w:tc>
          <w:tcPr>
            <w:tcW w:w="1311" w:type="dxa"/>
          </w:tcPr>
          <w:p w14:paraId="36FE0EC9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01306196</w:t>
            </w:r>
          </w:p>
        </w:tc>
        <w:tc>
          <w:tcPr>
            <w:tcW w:w="2086" w:type="dxa"/>
          </w:tcPr>
          <w:p w14:paraId="4B8A087D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Kit valvola 3/4” farfalla rossa + raccordo</w:t>
            </w:r>
          </w:p>
          <w:p w14:paraId="09748A97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24x19</w:t>
            </w:r>
          </w:p>
        </w:tc>
        <w:tc>
          <w:tcPr>
            <w:tcW w:w="6101" w:type="dxa"/>
          </w:tcPr>
          <w:p w14:paraId="56F57AE7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Kit composto da valvola e raccordo da 3/4" M per collettore industriale con farfalla di apertura/chiusa di colore rosso.</w:t>
            </w:r>
          </w:p>
          <w:p w14:paraId="2278C4AA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0E1D71F2" w14:textId="77777777" w:rsidR="0080188E" w:rsidRPr="00720C7B" w:rsidRDefault="0080188E" w:rsidP="0080188E">
            <w:pPr>
              <w:rPr>
                <w:rFonts w:ascii="Poppins" w:hAnsi="Poppins" w:cs="Poppins"/>
                <w:b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AA90FA2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Misura: 24x19</w:t>
            </w:r>
          </w:p>
          <w:p w14:paraId="62C96E99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Temperatura massima di esercizio: 120 °C</w:t>
            </w:r>
          </w:p>
          <w:p w14:paraId="64A4DEFD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Pressione massima di esercizio: 40 bar</w:t>
            </w:r>
          </w:p>
          <w:p w14:paraId="240B6FF8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65D351B0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Marca Emmeti – Modello Kit valvola 3/4” farfalla rossa + raccordo 24x19 o equivalente.</w:t>
            </w:r>
          </w:p>
        </w:tc>
      </w:tr>
      <w:tr w:rsidR="0080188E" w:rsidRPr="007E118F" w14:paraId="5F2B32B7" w14:textId="77777777" w:rsidTr="00FD02BC">
        <w:tc>
          <w:tcPr>
            <w:tcW w:w="1311" w:type="dxa"/>
          </w:tcPr>
          <w:p w14:paraId="30024D2E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01306192</w:t>
            </w:r>
          </w:p>
        </w:tc>
        <w:tc>
          <w:tcPr>
            <w:tcW w:w="2086" w:type="dxa"/>
          </w:tcPr>
          <w:p w14:paraId="6357B826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Kit valvola 3/4” farfalla rossa + raccordo</w:t>
            </w:r>
          </w:p>
          <w:p w14:paraId="37406CDC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M32x1,5</w:t>
            </w:r>
          </w:p>
        </w:tc>
        <w:tc>
          <w:tcPr>
            <w:tcW w:w="6101" w:type="dxa"/>
          </w:tcPr>
          <w:p w14:paraId="3D9D12B5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Kit composto da valvola e raccordo da</w:t>
            </w:r>
            <w:r w:rsidRPr="00720C7B">
              <w:rPr>
                <w:rFonts w:ascii="Poppins" w:hAnsi="Poppins" w:cs="Poppins"/>
                <w:bCs/>
                <w:color w:val="FF0000"/>
                <w:sz w:val="20"/>
              </w:rPr>
              <w:t xml:space="preserve"> </w:t>
            </w:r>
            <w:r w:rsidRPr="00720C7B">
              <w:rPr>
                <w:rFonts w:ascii="Poppins" w:hAnsi="Poppins" w:cs="Poppins"/>
                <w:bCs/>
                <w:sz w:val="20"/>
              </w:rPr>
              <w:t>3/4" M</w:t>
            </w:r>
            <w:r w:rsidRPr="00720C7B">
              <w:rPr>
                <w:rFonts w:ascii="Poppins" w:hAnsi="Poppins" w:cs="Poppins"/>
                <w:bCs/>
                <w:color w:val="FF0000"/>
                <w:sz w:val="20"/>
              </w:rPr>
              <w:t xml:space="preserve"> </w:t>
            </w:r>
            <w:r w:rsidRPr="00720C7B">
              <w:rPr>
                <w:rFonts w:ascii="Poppins" w:hAnsi="Poppins" w:cs="Poppins"/>
                <w:bCs/>
                <w:sz w:val="20"/>
              </w:rPr>
              <w:t>per collettore industriale con farfalla di apertura/chiusa di colore rosso.</w:t>
            </w:r>
          </w:p>
          <w:p w14:paraId="4DE37AFA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2AF19EC4" w14:textId="77777777" w:rsidR="0080188E" w:rsidRPr="00720C7B" w:rsidRDefault="0080188E" w:rsidP="0080188E">
            <w:pPr>
              <w:rPr>
                <w:rFonts w:ascii="Poppins" w:hAnsi="Poppins" w:cs="Poppins"/>
                <w:b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26485CB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lastRenderedPageBreak/>
              <w:t>Misura: M32x1,5</w:t>
            </w:r>
          </w:p>
          <w:p w14:paraId="356D8640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Temperatura massima di esercizio: 120 °C</w:t>
            </w:r>
          </w:p>
          <w:p w14:paraId="45C4265B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Pressione massima di esercizio: 40 bar</w:t>
            </w:r>
          </w:p>
          <w:p w14:paraId="11005A7C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559C1053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Marca Emmeti – Modello Kit valvola 3/4” farfalla rossa + raccordo M32x1,5 o equivalente.</w:t>
            </w:r>
          </w:p>
        </w:tc>
      </w:tr>
      <w:tr w:rsidR="0080188E" w:rsidRPr="00170AD8" w14:paraId="0BBD6D78" w14:textId="77777777" w:rsidTr="00FD02BC">
        <w:tc>
          <w:tcPr>
            <w:tcW w:w="1311" w:type="dxa"/>
          </w:tcPr>
          <w:p w14:paraId="17458C45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lastRenderedPageBreak/>
              <w:t>01306198</w:t>
            </w:r>
          </w:p>
        </w:tc>
        <w:tc>
          <w:tcPr>
            <w:tcW w:w="2086" w:type="dxa"/>
          </w:tcPr>
          <w:p w14:paraId="6222FB38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Kit valvola 3/4” farfalla blu + raccordo</w:t>
            </w:r>
          </w:p>
          <w:p w14:paraId="730C9079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24x19</w:t>
            </w:r>
          </w:p>
        </w:tc>
        <w:tc>
          <w:tcPr>
            <w:tcW w:w="6101" w:type="dxa"/>
          </w:tcPr>
          <w:p w14:paraId="440F58D5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Kit composto da valvola e raccordo da</w:t>
            </w:r>
            <w:r w:rsidRPr="00720C7B">
              <w:rPr>
                <w:rFonts w:ascii="Poppins" w:hAnsi="Poppins" w:cs="Poppins"/>
                <w:bCs/>
                <w:color w:val="FF0000"/>
                <w:sz w:val="20"/>
              </w:rPr>
              <w:t xml:space="preserve"> </w:t>
            </w:r>
            <w:r w:rsidRPr="00720C7B">
              <w:rPr>
                <w:rFonts w:ascii="Poppins" w:hAnsi="Poppins" w:cs="Poppins"/>
                <w:bCs/>
                <w:sz w:val="20"/>
              </w:rPr>
              <w:t>3/4" M</w:t>
            </w:r>
            <w:r w:rsidRPr="00720C7B">
              <w:rPr>
                <w:rFonts w:ascii="Poppins" w:hAnsi="Poppins" w:cs="Poppins"/>
                <w:bCs/>
                <w:color w:val="FF0000"/>
                <w:sz w:val="20"/>
              </w:rPr>
              <w:t xml:space="preserve"> </w:t>
            </w:r>
            <w:r w:rsidRPr="00720C7B">
              <w:rPr>
                <w:rFonts w:ascii="Poppins" w:hAnsi="Poppins" w:cs="Poppins"/>
                <w:bCs/>
                <w:sz w:val="20"/>
              </w:rPr>
              <w:t>per collettore industriale con farfalla di apertura/chiusa di colore blu.</w:t>
            </w:r>
          </w:p>
          <w:p w14:paraId="1BCFCC5B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0DDF84E5" w14:textId="77777777" w:rsidR="0080188E" w:rsidRPr="00720C7B" w:rsidRDefault="0080188E" w:rsidP="0080188E">
            <w:pPr>
              <w:rPr>
                <w:rFonts w:ascii="Poppins" w:hAnsi="Poppins" w:cs="Poppins"/>
                <w:b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2FA03C1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Misura: 24x19</w:t>
            </w:r>
          </w:p>
          <w:p w14:paraId="5C6EF6A7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Temperatura massima di esercizio: 120 °C</w:t>
            </w:r>
          </w:p>
          <w:p w14:paraId="27F941F5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Pressione massima di esercizio: 40 bar</w:t>
            </w:r>
          </w:p>
          <w:p w14:paraId="20640CF4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3951A1EA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Marca Emmeti – Modello Kit valvola 3/4” farfalla blu + raccordo 24x19 o equivalente.</w:t>
            </w:r>
          </w:p>
        </w:tc>
      </w:tr>
      <w:tr w:rsidR="0080188E" w14:paraId="696C48FB" w14:textId="77777777" w:rsidTr="00FD02BC">
        <w:tc>
          <w:tcPr>
            <w:tcW w:w="1311" w:type="dxa"/>
          </w:tcPr>
          <w:p w14:paraId="7D1D57CD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01306194</w:t>
            </w:r>
          </w:p>
        </w:tc>
        <w:tc>
          <w:tcPr>
            <w:tcW w:w="2086" w:type="dxa"/>
          </w:tcPr>
          <w:p w14:paraId="69BE510D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Kit valvola 3/4” farfalla blu + raccordo</w:t>
            </w:r>
          </w:p>
          <w:p w14:paraId="45384A0C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M32x1,5</w:t>
            </w:r>
          </w:p>
        </w:tc>
        <w:tc>
          <w:tcPr>
            <w:tcW w:w="6101" w:type="dxa"/>
          </w:tcPr>
          <w:p w14:paraId="1B7D7E89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Kit composto da valvola e raccordo da 3/4"</w:t>
            </w:r>
            <w:r w:rsidRPr="00720C7B">
              <w:rPr>
                <w:rFonts w:ascii="Poppins" w:hAnsi="Poppins" w:cs="Poppins"/>
                <w:bCs/>
                <w:color w:val="FF0000"/>
                <w:sz w:val="20"/>
              </w:rPr>
              <w:t xml:space="preserve"> </w:t>
            </w:r>
            <w:r w:rsidRPr="00720C7B">
              <w:rPr>
                <w:rFonts w:ascii="Poppins" w:hAnsi="Poppins" w:cs="Poppins"/>
                <w:bCs/>
                <w:sz w:val="20"/>
              </w:rPr>
              <w:t>M per collettore industriale con farfalla di apertura/chiusa di colore blu.</w:t>
            </w:r>
          </w:p>
          <w:p w14:paraId="386C0EE2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2483C806" w14:textId="77777777" w:rsidR="0080188E" w:rsidRPr="00720C7B" w:rsidRDefault="0080188E" w:rsidP="0080188E">
            <w:pPr>
              <w:rPr>
                <w:rFonts w:ascii="Poppins" w:hAnsi="Poppins" w:cs="Poppins"/>
                <w:b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E9D5270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Misura: M32x1,5</w:t>
            </w:r>
          </w:p>
          <w:p w14:paraId="24707EBC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Temperatura massima di esercizio: 120 °C</w:t>
            </w:r>
          </w:p>
          <w:p w14:paraId="0ABAC971" w14:textId="77777777" w:rsidR="0080188E" w:rsidRPr="00720C7B" w:rsidRDefault="0080188E" w:rsidP="0080188E">
            <w:pPr>
              <w:pStyle w:val="Paragrafoelenco"/>
              <w:numPr>
                <w:ilvl w:val="0"/>
                <w:numId w:val="22"/>
              </w:numPr>
              <w:rPr>
                <w:rFonts w:ascii="Poppins" w:hAnsi="Poppins" w:cs="Poppins"/>
                <w:bCs/>
              </w:rPr>
            </w:pPr>
            <w:r w:rsidRPr="00720C7B">
              <w:rPr>
                <w:rFonts w:ascii="Poppins" w:hAnsi="Poppins" w:cs="Poppins"/>
                <w:bCs/>
              </w:rPr>
              <w:t>Pressione massima di esercizio: 40 bar</w:t>
            </w:r>
          </w:p>
          <w:p w14:paraId="3ACEB10B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266AC74B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Marca Emmeti – Modello Kit valvola 3/4” farfalla blu + raccordo M32x1,5 o equivalente.</w:t>
            </w:r>
          </w:p>
        </w:tc>
      </w:tr>
      <w:tr w:rsidR="0080188E" w14:paraId="04095ED3" w14:textId="77777777" w:rsidTr="00FD02BC">
        <w:tc>
          <w:tcPr>
            <w:tcW w:w="1311" w:type="dxa"/>
          </w:tcPr>
          <w:p w14:paraId="7A38C2FC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28103050</w:t>
            </w:r>
          </w:p>
        </w:tc>
        <w:tc>
          <w:tcPr>
            <w:tcW w:w="2086" w:type="dxa"/>
          </w:tcPr>
          <w:p w14:paraId="6E9D3CC6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Raccordo diritto maschio nichelato</w:t>
            </w:r>
          </w:p>
          <w:p w14:paraId="21316241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3/4"</w:t>
            </w:r>
          </w:p>
        </w:tc>
        <w:tc>
          <w:tcPr>
            <w:tcW w:w="6101" w:type="dxa"/>
          </w:tcPr>
          <w:p w14:paraId="7E9327DC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Raccordo diritto maschio nichelato 3/4"</w:t>
            </w:r>
            <w:r w:rsidRPr="00720C7B">
              <w:rPr>
                <w:rFonts w:ascii="Poppins" w:hAnsi="Poppins" w:cs="Poppins"/>
                <w:bCs/>
                <w:color w:val="FF0000"/>
                <w:sz w:val="20"/>
              </w:rPr>
              <w:t xml:space="preserve"> </w:t>
            </w:r>
            <w:r w:rsidRPr="00720C7B">
              <w:rPr>
                <w:rFonts w:ascii="Poppins" w:hAnsi="Poppins" w:cs="Poppins"/>
                <w:bCs/>
                <w:sz w:val="20"/>
              </w:rPr>
              <w:t>M con filettatura maschio 24x19.</w:t>
            </w:r>
          </w:p>
          <w:p w14:paraId="6E6D115D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69401318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Marca Emmeti – Modello Raccordo diritto maschio nichelato</w:t>
            </w:r>
          </w:p>
          <w:p w14:paraId="5A2978BA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3/4" o equivalente.</w:t>
            </w:r>
          </w:p>
        </w:tc>
      </w:tr>
      <w:tr w:rsidR="0080188E" w14:paraId="620D3D45" w14:textId="77777777" w:rsidTr="00FD02BC">
        <w:tc>
          <w:tcPr>
            <w:tcW w:w="1311" w:type="dxa"/>
          </w:tcPr>
          <w:p w14:paraId="768783AA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28103060</w:t>
            </w:r>
          </w:p>
        </w:tc>
        <w:tc>
          <w:tcPr>
            <w:tcW w:w="2086" w:type="dxa"/>
          </w:tcPr>
          <w:p w14:paraId="47D307BE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Raccordo diritto maschio nichelato</w:t>
            </w:r>
          </w:p>
          <w:p w14:paraId="05DCEEF3" w14:textId="77777777" w:rsidR="0080188E" w:rsidRPr="00720C7B" w:rsidRDefault="0080188E" w:rsidP="0080188E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3/4"</w:t>
            </w:r>
          </w:p>
        </w:tc>
        <w:tc>
          <w:tcPr>
            <w:tcW w:w="6101" w:type="dxa"/>
          </w:tcPr>
          <w:p w14:paraId="07C79B79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Cs/>
                <w:sz w:val="20"/>
              </w:rPr>
              <w:t>Raccordo diritto maschio nichelato 3/4"</w:t>
            </w:r>
            <w:r w:rsidRPr="00720C7B">
              <w:rPr>
                <w:rFonts w:ascii="Poppins" w:hAnsi="Poppins" w:cs="Poppins"/>
                <w:bCs/>
                <w:color w:val="FF0000"/>
                <w:sz w:val="20"/>
              </w:rPr>
              <w:t xml:space="preserve"> </w:t>
            </w:r>
            <w:r w:rsidRPr="00720C7B">
              <w:rPr>
                <w:rFonts w:ascii="Poppins" w:hAnsi="Poppins" w:cs="Poppins"/>
                <w:bCs/>
                <w:sz w:val="20"/>
              </w:rPr>
              <w:t>M con filettatura maschio M32x1,5.</w:t>
            </w:r>
          </w:p>
          <w:p w14:paraId="0FA43778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</w:p>
          <w:p w14:paraId="29F0A726" w14:textId="77777777" w:rsidR="0080188E" w:rsidRPr="00720C7B" w:rsidRDefault="0080188E" w:rsidP="0080188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Marca Emmeti – Modello Raccordo diritto maschio nichelato</w:t>
            </w:r>
          </w:p>
          <w:p w14:paraId="10492B42" w14:textId="77777777" w:rsidR="0080188E" w:rsidRPr="00720C7B" w:rsidRDefault="0080188E" w:rsidP="0080188E">
            <w:pPr>
              <w:rPr>
                <w:rFonts w:ascii="Poppins" w:hAnsi="Poppins" w:cs="Poppins"/>
                <w:bCs/>
                <w:sz w:val="20"/>
              </w:rPr>
            </w:pPr>
            <w:r w:rsidRPr="00720C7B">
              <w:rPr>
                <w:rFonts w:ascii="Poppins" w:hAnsi="Poppins" w:cs="Poppins"/>
                <w:b/>
                <w:bCs/>
                <w:sz w:val="20"/>
              </w:rPr>
              <w:t>3/4" o equivalente.</w:t>
            </w:r>
          </w:p>
        </w:tc>
      </w:tr>
    </w:tbl>
    <w:p w14:paraId="180202ED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2DDEB" w14:textId="77777777" w:rsidR="00921B6F" w:rsidRDefault="00921B6F">
      <w:r>
        <w:separator/>
      </w:r>
    </w:p>
  </w:endnote>
  <w:endnote w:type="continuationSeparator" w:id="0">
    <w:p w14:paraId="16404963" w14:textId="77777777" w:rsidR="00921B6F" w:rsidRDefault="00921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G Omega">
    <w:altName w:val="Arial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64A04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73A7D018" w14:textId="77777777" w:rsidTr="004706FD">
      <w:tc>
        <w:tcPr>
          <w:tcW w:w="4534" w:type="dxa"/>
        </w:tcPr>
        <w:p w14:paraId="710248C7" w14:textId="52F4373D" w:rsidR="008C2F88" w:rsidRPr="00C86331" w:rsidRDefault="00D9785B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>
            <w:rPr>
              <w:rFonts w:ascii="Poppins" w:hAnsi="Poppins" w:cs="Poppins"/>
              <w:iCs/>
              <w:sz w:val="16"/>
            </w:rPr>
            <w:t>Collettore Modulare</w:t>
          </w:r>
          <w:r w:rsidR="00B17834">
            <w:rPr>
              <w:rFonts w:ascii="Poppins" w:hAnsi="Poppins" w:cs="Poppins"/>
              <w:iCs/>
              <w:sz w:val="16"/>
            </w:rPr>
            <w:t xml:space="preserve"> e </w:t>
          </w:r>
          <w:r w:rsidR="008C2F88"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="008C2F88"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="008C2F88"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AC769E">
            <w:rPr>
              <w:rFonts w:ascii="Poppins" w:hAnsi="Poppins" w:cs="Poppins"/>
              <w:iCs/>
              <w:noProof/>
              <w:sz w:val="16"/>
            </w:rPr>
            <w:t>Collettore Industriale</w:t>
          </w:r>
          <w:r w:rsidR="008C2F88"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7FAEE583" w14:textId="49E8F729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D9785B">
            <w:rPr>
              <w:rFonts w:ascii="Poppins" w:hAnsi="Poppins" w:cs="Poppins"/>
              <w:noProof/>
              <w:sz w:val="14"/>
              <w:szCs w:val="14"/>
            </w:rPr>
            <w:t>12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07E70C27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A1182A8" wp14:editId="2CCE38C8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6F16D" w14:textId="77777777" w:rsidR="00921B6F" w:rsidRDefault="00921B6F">
      <w:r>
        <w:separator/>
      </w:r>
    </w:p>
  </w:footnote>
  <w:footnote w:type="continuationSeparator" w:id="0">
    <w:p w14:paraId="7071EC82" w14:textId="77777777" w:rsidR="00921B6F" w:rsidRDefault="00921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7E86C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5BFB843D" wp14:editId="5B0CEDF4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3CFC6574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39CCF479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765A73"/>
    <w:multiLevelType w:val="hybridMultilevel"/>
    <w:tmpl w:val="6B58AF9C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A5386"/>
    <w:multiLevelType w:val="hybridMultilevel"/>
    <w:tmpl w:val="17547796"/>
    <w:lvl w:ilvl="0" w:tplc="4DF2CB6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B60E2A"/>
    <w:multiLevelType w:val="hybridMultilevel"/>
    <w:tmpl w:val="131A239C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6D30C5"/>
    <w:multiLevelType w:val="hybridMultilevel"/>
    <w:tmpl w:val="4CC21E8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B817644"/>
    <w:multiLevelType w:val="hybridMultilevel"/>
    <w:tmpl w:val="C3DEB434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BC029A"/>
    <w:multiLevelType w:val="hybridMultilevel"/>
    <w:tmpl w:val="B21419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AA65EA">
      <w:numFmt w:val="bullet"/>
      <w:lvlText w:val="-"/>
      <w:lvlJc w:val="left"/>
      <w:pPr>
        <w:ind w:left="1788" w:hanging="708"/>
      </w:pPr>
      <w:rPr>
        <w:rFonts w:ascii="Poppins" w:eastAsia="Times New Roman" w:hAnsi="Poppins" w:cs="Poppin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8294904">
    <w:abstractNumId w:val="13"/>
  </w:num>
  <w:num w:numId="2" w16cid:durableId="1789928392">
    <w:abstractNumId w:val="12"/>
  </w:num>
  <w:num w:numId="3" w16cid:durableId="1445730945">
    <w:abstractNumId w:val="4"/>
  </w:num>
  <w:num w:numId="4" w16cid:durableId="723330345">
    <w:abstractNumId w:val="3"/>
  </w:num>
  <w:num w:numId="5" w16cid:durableId="2040429793">
    <w:abstractNumId w:val="10"/>
  </w:num>
  <w:num w:numId="6" w16cid:durableId="2010130491">
    <w:abstractNumId w:val="8"/>
  </w:num>
  <w:num w:numId="7" w16cid:durableId="2080206452">
    <w:abstractNumId w:val="5"/>
  </w:num>
  <w:num w:numId="8" w16cid:durableId="2018119212">
    <w:abstractNumId w:val="8"/>
  </w:num>
  <w:num w:numId="9" w16cid:durableId="147670777">
    <w:abstractNumId w:val="0"/>
  </w:num>
  <w:num w:numId="10" w16cid:durableId="1798839577">
    <w:abstractNumId w:val="8"/>
  </w:num>
  <w:num w:numId="11" w16cid:durableId="341586761">
    <w:abstractNumId w:val="15"/>
  </w:num>
  <w:num w:numId="12" w16cid:durableId="185216027">
    <w:abstractNumId w:val="19"/>
  </w:num>
  <w:num w:numId="13" w16cid:durableId="454254068">
    <w:abstractNumId w:val="14"/>
  </w:num>
  <w:num w:numId="14" w16cid:durableId="129369498">
    <w:abstractNumId w:val="6"/>
  </w:num>
  <w:num w:numId="15" w16cid:durableId="391973039">
    <w:abstractNumId w:val="17"/>
  </w:num>
  <w:num w:numId="16" w16cid:durableId="1972125329">
    <w:abstractNumId w:val="22"/>
  </w:num>
  <w:num w:numId="17" w16cid:durableId="593630467">
    <w:abstractNumId w:val="24"/>
  </w:num>
  <w:num w:numId="18" w16cid:durableId="1921675257">
    <w:abstractNumId w:val="18"/>
  </w:num>
  <w:num w:numId="19" w16cid:durableId="1876231673">
    <w:abstractNumId w:val="1"/>
  </w:num>
  <w:num w:numId="20" w16cid:durableId="1429930843">
    <w:abstractNumId w:val="2"/>
  </w:num>
  <w:num w:numId="21" w16cid:durableId="142356245">
    <w:abstractNumId w:val="11"/>
  </w:num>
  <w:num w:numId="22" w16cid:durableId="1250964219">
    <w:abstractNumId w:val="9"/>
  </w:num>
  <w:num w:numId="23" w16cid:durableId="660503115">
    <w:abstractNumId w:val="23"/>
  </w:num>
  <w:num w:numId="24" w16cid:durableId="1141576463">
    <w:abstractNumId w:val="21"/>
  </w:num>
  <w:num w:numId="25" w16cid:durableId="1961255189">
    <w:abstractNumId w:val="7"/>
  </w:num>
  <w:num w:numId="26" w16cid:durableId="1496148600">
    <w:abstractNumId w:val="16"/>
  </w:num>
  <w:num w:numId="27" w16cid:durableId="18595882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B6932"/>
    <w:rsid w:val="000C52FA"/>
    <w:rsid w:val="000F7A52"/>
    <w:rsid w:val="00103A0D"/>
    <w:rsid w:val="001441C6"/>
    <w:rsid w:val="001450AB"/>
    <w:rsid w:val="001620E3"/>
    <w:rsid w:val="00171DAE"/>
    <w:rsid w:val="00195A49"/>
    <w:rsid w:val="001D365F"/>
    <w:rsid w:val="001E6403"/>
    <w:rsid w:val="001F782F"/>
    <w:rsid w:val="0023000E"/>
    <w:rsid w:val="002346C2"/>
    <w:rsid w:val="00264BCF"/>
    <w:rsid w:val="0028448D"/>
    <w:rsid w:val="002862D2"/>
    <w:rsid w:val="002B5D63"/>
    <w:rsid w:val="002F7EEA"/>
    <w:rsid w:val="00304518"/>
    <w:rsid w:val="003333BC"/>
    <w:rsid w:val="00344430"/>
    <w:rsid w:val="003524C7"/>
    <w:rsid w:val="00357812"/>
    <w:rsid w:val="00365710"/>
    <w:rsid w:val="00372ECE"/>
    <w:rsid w:val="003B5031"/>
    <w:rsid w:val="003D4BE3"/>
    <w:rsid w:val="004272FC"/>
    <w:rsid w:val="00433C12"/>
    <w:rsid w:val="0044592F"/>
    <w:rsid w:val="00447EFC"/>
    <w:rsid w:val="004706FD"/>
    <w:rsid w:val="00474537"/>
    <w:rsid w:val="0048382E"/>
    <w:rsid w:val="004F1A26"/>
    <w:rsid w:val="0050583E"/>
    <w:rsid w:val="005235FA"/>
    <w:rsid w:val="00525BAE"/>
    <w:rsid w:val="00530F9B"/>
    <w:rsid w:val="005315F1"/>
    <w:rsid w:val="00536743"/>
    <w:rsid w:val="00562E55"/>
    <w:rsid w:val="00572F5E"/>
    <w:rsid w:val="00584984"/>
    <w:rsid w:val="005C61B9"/>
    <w:rsid w:val="005E1169"/>
    <w:rsid w:val="006015C2"/>
    <w:rsid w:val="006040F5"/>
    <w:rsid w:val="00610639"/>
    <w:rsid w:val="00620C00"/>
    <w:rsid w:val="00650A9F"/>
    <w:rsid w:val="00665813"/>
    <w:rsid w:val="00665C7A"/>
    <w:rsid w:val="006B218C"/>
    <w:rsid w:val="006B29B1"/>
    <w:rsid w:val="006C14CB"/>
    <w:rsid w:val="006D044B"/>
    <w:rsid w:val="006D4FDF"/>
    <w:rsid w:val="006E5C4B"/>
    <w:rsid w:val="006F1812"/>
    <w:rsid w:val="006F6AB3"/>
    <w:rsid w:val="00710BB8"/>
    <w:rsid w:val="00720C7B"/>
    <w:rsid w:val="00727388"/>
    <w:rsid w:val="0073789C"/>
    <w:rsid w:val="00745AB1"/>
    <w:rsid w:val="0074712F"/>
    <w:rsid w:val="00757AC7"/>
    <w:rsid w:val="00782096"/>
    <w:rsid w:val="007839E5"/>
    <w:rsid w:val="007B5BA3"/>
    <w:rsid w:val="007D5EC7"/>
    <w:rsid w:val="007E6E02"/>
    <w:rsid w:val="007E7665"/>
    <w:rsid w:val="007F4841"/>
    <w:rsid w:val="008014DD"/>
    <w:rsid w:val="0080188E"/>
    <w:rsid w:val="0080323F"/>
    <w:rsid w:val="00826DD0"/>
    <w:rsid w:val="00830828"/>
    <w:rsid w:val="008411E6"/>
    <w:rsid w:val="00844BBC"/>
    <w:rsid w:val="008574C8"/>
    <w:rsid w:val="00867692"/>
    <w:rsid w:val="008804CB"/>
    <w:rsid w:val="008953D5"/>
    <w:rsid w:val="008A2C0A"/>
    <w:rsid w:val="008B5587"/>
    <w:rsid w:val="008C2F88"/>
    <w:rsid w:val="008C7248"/>
    <w:rsid w:val="00904071"/>
    <w:rsid w:val="009059BB"/>
    <w:rsid w:val="00921B6F"/>
    <w:rsid w:val="00923354"/>
    <w:rsid w:val="00931A8A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216E2"/>
    <w:rsid w:val="00A62A77"/>
    <w:rsid w:val="00A743FF"/>
    <w:rsid w:val="00AC0741"/>
    <w:rsid w:val="00AC769E"/>
    <w:rsid w:val="00AD05EC"/>
    <w:rsid w:val="00AD1706"/>
    <w:rsid w:val="00AF350C"/>
    <w:rsid w:val="00B17834"/>
    <w:rsid w:val="00B406A9"/>
    <w:rsid w:val="00B7475F"/>
    <w:rsid w:val="00B93CD1"/>
    <w:rsid w:val="00BB0104"/>
    <w:rsid w:val="00BB2A5B"/>
    <w:rsid w:val="00BD14D8"/>
    <w:rsid w:val="00BE02E0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D5F4D"/>
    <w:rsid w:val="00CE7C2F"/>
    <w:rsid w:val="00D061A5"/>
    <w:rsid w:val="00D178ED"/>
    <w:rsid w:val="00D17F30"/>
    <w:rsid w:val="00D2119B"/>
    <w:rsid w:val="00D229AF"/>
    <w:rsid w:val="00D26FD9"/>
    <w:rsid w:val="00D440AE"/>
    <w:rsid w:val="00D62BDF"/>
    <w:rsid w:val="00D832BB"/>
    <w:rsid w:val="00D902A4"/>
    <w:rsid w:val="00D9785B"/>
    <w:rsid w:val="00DA3646"/>
    <w:rsid w:val="00DD2E16"/>
    <w:rsid w:val="00DE5C0B"/>
    <w:rsid w:val="00E07577"/>
    <w:rsid w:val="00E17A38"/>
    <w:rsid w:val="00E36C49"/>
    <w:rsid w:val="00E42389"/>
    <w:rsid w:val="00E5632D"/>
    <w:rsid w:val="00E80F10"/>
    <w:rsid w:val="00E94BE3"/>
    <w:rsid w:val="00EA01C8"/>
    <w:rsid w:val="00EB33B9"/>
    <w:rsid w:val="00EC29FF"/>
    <w:rsid w:val="00ED24CF"/>
    <w:rsid w:val="00EF73E5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55672C7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7036C-6FCD-4561-A2AC-F0A4F6AAA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12</Pages>
  <Words>3092</Words>
  <Characters>15433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18489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4</cp:revision>
  <cp:lastPrinted>2013-11-14T13:48:00Z</cp:lastPrinted>
  <dcterms:created xsi:type="dcterms:W3CDTF">2024-08-29T13:00:00Z</dcterms:created>
  <dcterms:modified xsi:type="dcterms:W3CDTF">2024-08-29T13:01:00Z</dcterms:modified>
</cp:coreProperties>
</file>